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6983E" w14:textId="77777777" w:rsidR="008D0852" w:rsidRDefault="008D0852" w:rsidP="008D085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55B48A8" w14:textId="77777777" w:rsidR="008D0852" w:rsidRDefault="008D0852" w:rsidP="008D085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9FF2F79" w14:textId="77777777" w:rsidR="008D0852" w:rsidRDefault="008D085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DCCF1A6" w14:textId="77777777" w:rsidR="008D0852" w:rsidRDefault="008D085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A5F4C16" w14:textId="77777777" w:rsidR="0085747A" w:rsidRPr="002E577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E5772">
        <w:rPr>
          <w:rFonts w:ascii="Corbel" w:hAnsi="Corbel"/>
          <w:b/>
          <w:smallCaps/>
          <w:sz w:val="24"/>
          <w:szCs w:val="24"/>
        </w:rPr>
        <w:t>SYLABUS</w:t>
      </w:r>
    </w:p>
    <w:p w14:paraId="34F6DF94" w14:textId="77777777" w:rsidR="00E563F0" w:rsidRPr="002E5772" w:rsidRDefault="00E563F0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DEC06B4" w14:textId="6CEF6C19" w:rsidR="0085747A" w:rsidRPr="002E5772" w:rsidRDefault="0071620A" w:rsidP="00015D7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2E5772">
        <w:rPr>
          <w:rFonts w:ascii="Corbel" w:hAnsi="Corbel"/>
          <w:smallCaps/>
          <w:sz w:val="24"/>
          <w:szCs w:val="24"/>
        </w:rPr>
        <w:t>dotyczy cyklu kształcenia</w:t>
      </w:r>
      <w:r w:rsidR="0085747A" w:rsidRPr="002E5772">
        <w:rPr>
          <w:rFonts w:ascii="Corbel" w:hAnsi="Corbel"/>
          <w:smallCaps/>
          <w:sz w:val="24"/>
          <w:szCs w:val="24"/>
        </w:rPr>
        <w:t xml:space="preserve"> </w:t>
      </w:r>
      <w:r w:rsidR="00015D72">
        <w:rPr>
          <w:rFonts w:ascii="Corbel" w:hAnsi="Corbel"/>
          <w:b/>
          <w:smallCaps/>
          <w:sz w:val="24"/>
          <w:szCs w:val="24"/>
        </w:rPr>
        <w:t>202</w:t>
      </w:r>
      <w:r w:rsidR="007B61D1">
        <w:rPr>
          <w:rFonts w:ascii="Corbel" w:hAnsi="Corbel"/>
          <w:b/>
          <w:smallCaps/>
          <w:sz w:val="24"/>
          <w:szCs w:val="24"/>
        </w:rPr>
        <w:t>5</w:t>
      </w:r>
      <w:r w:rsidR="00015D72">
        <w:rPr>
          <w:rFonts w:ascii="Corbel" w:hAnsi="Corbel"/>
          <w:b/>
          <w:smallCaps/>
          <w:sz w:val="24"/>
          <w:szCs w:val="24"/>
        </w:rPr>
        <w:t>-20</w:t>
      </w:r>
      <w:r w:rsidR="007B61D1">
        <w:rPr>
          <w:rFonts w:ascii="Corbel" w:hAnsi="Corbel"/>
          <w:b/>
          <w:smallCaps/>
          <w:sz w:val="24"/>
          <w:szCs w:val="24"/>
        </w:rPr>
        <w:t>30</w:t>
      </w:r>
    </w:p>
    <w:p w14:paraId="62CA34B4" w14:textId="65948B72" w:rsidR="00445970" w:rsidRPr="002E577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ab/>
      </w:r>
      <w:r w:rsidRPr="002E5772">
        <w:rPr>
          <w:rFonts w:ascii="Corbel" w:hAnsi="Corbel"/>
          <w:sz w:val="24"/>
          <w:szCs w:val="24"/>
        </w:rPr>
        <w:tab/>
      </w:r>
      <w:r w:rsidRPr="002E5772">
        <w:rPr>
          <w:rFonts w:ascii="Corbel" w:hAnsi="Corbel"/>
          <w:sz w:val="24"/>
          <w:szCs w:val="24"/>
        </w:rPr>
        <w:tab/>
      </w:r>
      <w:r w:rsidRPr="002E5772">
        <w:rPr>
          <w:rFonts w:ascii="Corbel" w:hAnsi="Corbel"/>
          <w:sz w:val="24"/>
          <w:szCs w:val="24"/>
        </w:rPr>
        <w:tab/>
      </w:r>
      <w:r w:rsidR="007B61D1">
        <w:rPr>
          <w:rFonts w:ascii="Corbel" w:hAnsi="Corbel"/>
          <w:sz w:val="24"/>
          <w:szCs w:val="24"/>
        </w:rPr>
        <w:t xml:space="preserve">             </w:t>
      </w:r>
      <w:r w:rsidRPr="002E5772">
        <w:rPr>
          <w:rFonts w:ascii="Corbel" w:hAnsi="Corbel"/>
          <w:sz w:val="24"/>
          <w:szCs w:val="24"/>
        </w:rPr>
        <w:t xml:space="preserve">Rok akademicki   </w:t>
      </w:r>
      <w:r w:rsidR="00E563F0" w:rsidRPr="002E5772">
        <w:rPr>
          <w:rFonts w:ascii="Corbel" w:hAnsi="Corbel"/>
          <w:sz w:val="24"/>
          <w:szCs w:val="24"/>
        </w:rPr>
        <w:t>202</w:t>
      </w:r>
      <w:r w:rsidR="007B61D1">
        <w:rPr>
          <w:rFonts w:ascii="Corbel" w:hAnsi="Corbel"/>
          <w:sz w:val="24"/>
          <w:szCs w:val="24"/>
        </w:rPr>
        <w:t>9</w:t>
      </w:r>
      <w:r w:rsidR="00E563F0" w:rsidRPr="002E5772">
        <w:rPr>
          <w:rFonts w:ascii="Corbel" w:hAnsi="Corbel"/>
          <w:sz w:val="24"/>
          <w:szCs w:val="24"/>
        </w:rPr>
        <w:t>/20</w:t>
      </w:r>
      <w:r w:rsidR="007B61D1">
        <w:rPr>
          <w:rFonts w:ascii="Corbel" w:hAnsi="Corbel"/>
          <w:sz w:val="24"/>
          <w:szCs w:val="24"/>
        </w:rPr>
        <w:t>30</w:t>
      </w:r>
    </w:p>
    <w:p w14:paraId="0254CD6A" w14:textId="77777777" w:rsidR="0085747A" w:rsidRPr="002E577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58FDD4" w14:textId="77777777" w:rsidR="0085747A" w:rsidRPr="002E577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E5772">
        <w:rPr>
          <w:rFonts w:ascii="Corbel" w:hAnsi="Corbel"/>
          <w:szCs w:val="24"/>
        </w:rPr>
        <w:t xml:space="preserve">1. </w:t>
      </w:r>
      <w:r w:rsidR="0085747A" w:rsidRPr="002E5772">
        <w:rPr>
          <w:rFonts w:ascii="Corbel" w:hAnsi="Corbel"/>
          <w:szCs w:val="24"/>
        </w:rPr>
        <w:t xml:space="preserve">Podstawowe </w:t>
      </w:r>
      <w:r w:rsidR="00445970" w:rsidRPr="002E577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E5772" w14:paraId="5781C469" w14:textId="77777777" w:rsidTr="00B819C8">
        <w:tc>
          <w:tcPr>
            <w:tcW w:w="2694" w:type="dxa"/>
            <w:vAlign w:val="center"/>
          </w:tcPr>
          <w:p w14:paraId="130E68D7" w14:textId="77777777" w:rsidR="0085747A" w:rsidRPr="002E577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D8BAC4" w14:textId="77777777" w:rsidR="0085747A" w:rsidRPr="002E5772" w:rsidRDefault="00E563F0" w:rsidP="005B308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rozwijanie kompetencji społeczno-emocjonalnych osób ze spektrum autyzmu</w:t>
            </w:r>
          </w:p>
        </w:tc>
      </w:tr>
      <w:tr w:rsidR="0085747A" w:rsidRPr="002E5772" w14:paraId="6C84A0EF" w14:textId="77777777" w:rsidTr="00B819C8">
        <w:tc>
          <w:tcPr>
            <w:tcW w:w="2694" w:type="dxa"/>
            <w:vAlign w:val="center"/>
          </w:tcPr>
          <w:p w14:paraId="2858D21D" w14:textId="77777777" w:rsidR="0085747A" w:rsidRPr="002E577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E577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817C26" w14:textId="77777777" w:rsidR="0085747A" w:rsidRPr="002E5772" w:rsidRDefault="00E563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2E5772" w14:paraId="4B7C3CBA" w14:textId="77777777" w:rsidTr="00B819C8">
        <w:tc>
          <w:tcPr>
            <w:tcW w:w="2694" w:type="dxa"/>
            <w:vAlign w:val="center"/>
          </w:tcPr>
          <w:p w14:paraId="371ED6A7" w14:textId="77777777" w:rsidR="0085747A" w:rsidRPr="002E5772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N</w:t>
            </w:r>
            <w:r w:rsidR="0085747A" w:rsidRPr="002E577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E577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1D98D0" w14:textId="481FA57A" w:rsidR="0085747A" w:rsidRPr="002E5772" w:rsidRDefault="00D84F8A" w:rsidP="00E563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4F8A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2E5772" w14:paraId="31C914CA" w14:textId="77777777" w:rsidTr="00B819C8">
        <w:tc>
          <w:tcPr>
            <w:tcW w:w="2694" w:type="dxa"/>
            <w:vAlign w:val="center"/>
          </w:tcPr>
          <w:p w14:paraId="78328B40" w14:textId="77777777"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1514BB" w14:textId="77777777" w:rsidR="0085747A" w:rsidRPr="002E5772" w:rsidRDefault="00E563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2E5772" w14:paraId="23A0F5EB" w14:textId="77777777" w:rsidTr="00B819C8">
        <w:tc>
          <w:tcPr>
            <w:tcW w:w="2694" w:type="dxa"/>
            <w:vAlign w:val="center"/>
          </w:tcPr>
          <w:p w14:paraId="0A2F4E78" w14:textId="77777777"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E21734" w14:textId="77777777" w:rsidR="0085747A" w:rsidRPr="002E5772" w:rsidRDefault="00E563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2E5772" w14:paraId="2B3047D7" w14:textId="77777777" w:rsidTr="00B819C8">
        <w:tc>
          <w:tcPr>
            <w:tcW w:w="2694" w:type="dxa"/>
            <w:vAlign w:val="center"/>
          </w:tcPr>
          <w:p w14:paraId="7106EB8B" w14:textId="77777777" w:rsidR="0085747A" w:rsidRPr="002E577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873606" w14:textId="77777777" w:rsidR="0085747A" w:rsidRPr="002E5772" w:rsidRDefault="00E563F0" w:rsidP="00E563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044BCA" w:rsidRPr="002E5772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2E5772" w14:paraId="61753DC1" w14:textId="77777777" w:rsidTr="00B819C8">
        <w:tc>
          <w:tcPr>
            <w:tcW w:w="2694" w:type="dxa"/>
            <w:vAlign w:val="center"/>
          </w:tcPr>
          <w:p w14:paraId="7640DDC4" w14:textId="77777777"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88A02A" w14:textId="77777777" w:rsidR="0085747A" w:rsidRPr="002E577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2E5772" w14:paraId="37D76938" w14:textId="77777777" w:rsidTr="00B819C8">
        <w:tc>
          <w:tcPr>
            <w:tcW w:w="2694" w:type="dxa"/>
            <w:vAlign w:val="center"/>
          </w:tcPr>
          <w:p w14:paraId="69CEEE6D" w14:textId="77777777"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9DB938" w14:textId="13841F72" w:rsidR="0085747A" w:rsidRPr="002E577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B61D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2E5772" w14:paraId="2C76888D" w14:textId="77777777" w:rsidTr="00B819C8">
        <w:tc>
          <w:tcPr>
            <w:tcW w:w="2694" w:type="dxa"/>
            <w:vAlign w:val="center"/>
          </w:tcPr>
          <w:p w14:paraId="5DEC54F2" w14:textId="77777777"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E5772">
              <w:rPr>
                <w:rFonts w:ascii="Corbel" w:hAnsi="Corbel"/>
                <w:sz w:val="24"/>
                <w:szCs w:val="24"/>
              </w:rPr>
              <w:t>/y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83AC51" w14:textId="77777777" w:rsidR="0085747A" w:rsidRPr="002E5772" w:rsidRDefault="00E563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V rok , 9</w:t>
            </w:r>
            <w:r w:rsidR="003E43EA" w:rsidRPr="002E5772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2E5772" w14:paraId="0716A34C" w14:textId="77777777" w:rsidTr="00B819C8">
        <w:tc>
          <w:tcPr>
            <w:tcW w:w="2694" w:type="dxa"/>
            <w:vAlign w:val="center"/>
          </w:tcPr>
          <w:p w14:paraId="5A615CFE" w14:textId="77777777"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3958F5" w14:textId="77777777" w:rsidR="005B3088" w:rsidRPr="002E5772" w:rsidRDefault="00E563F0" w:rsidP="005B308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B9522F" w:rsidRPr="002E5772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5B3088" w:rsidRPr="002E5772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923D7D" w:rsidRPr="002E5772" w14:paraId="0AC93F66" w14:textId="77777777" w:rsidTr="00B819C8">
        <w:tc>
          <w:tcPr>
            <w:tcW w:w="2694" w:type="dxa"/>
            <w:vAlign w:val="center"/>
          </w:tcPr>
          <w:p w14:paraId="0A834A7E" w14:textId="77777777" w:rsidR="00923D7D" w:rsidRPr="002E577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CD79DF" w14:textId="77777777" w:rsidR="00923D7D" w:rsidRPr="002E5772" w:rsidRDefault="003E43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j.</w:t>
            </w:r>
            <w:r w:rsidR="00044BCA" w:rsidRPr="002E57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E577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E5772" w14:paraId="1C0ADBDD" w14:textId="77777777" w:rsidTr="00B819C8">
        <w:tc>
          <w:tcPr>
            <w:tcW w:w="2694" w:type="dxa"/>
            <w:vAlign w:val="center"/>
          </w:tcPr>
          <w:p w14:paraId="6591E84C" w14:textId="77777777"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8986F3" w14:textId="62B90D03" w:rsidR="0085747A" w:rsidRPr="002E5772" w:rsidRDefault="003068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563F0" w:rsidRPr="002E5772">
              <w:rPr>
                <w:rFonts w:ascii="Corbel" w:hAnsi="Corbel"/>
                <w:b w:val="0"/>
                <w:sz w:val="24"/>
                <w:szCs w:val="24"/>
              </w:rPr>
              <w:t xml:space="preserve">r Tomasz </w:t>
            </w:r>
            <w:proofErr w:type="spellStart"/>
            <w:r w:rsidR="00E563F0" w:rsidRPr="002E5772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="00E563F0" w:rsidRPr="002E5772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2E5772" w14:paraId="12BC59F8" w14:textId="77777777" w:rsidTr="00B819C8">
        <w:tc>
          <w:tcPr>
            <w:tcW w:w="2694" w:type="dxa"/>
            <w:vAlign w:val="center"/>
          </w:tcPr>
          <w:p w14:paraId="67A180FA" w14:textId="77777777" w:rsidR="0085747A" w:rsidRPr="002E577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9DDF2E7" w14:textId="0F20DCD8" w:rsidR="0085747A" w:rsidRPr="002E5772" w:rsidRDefault="003068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563F0" w:rsidRPr="002E5772">
              <w:rPr>
                <w:rFonts w:ascii="Corbel" w:hAnsi="Corbel"/>
                <w:b w:val="0"/>
                <w:sz w:val="24"/>
                <w:szCs w:val="24"/>
              </w:rPr>
              <w:t>r Anna Englert – Bator</w:t>
            </w:r>
          </w:p>
        </w:tc>
      </w:tr>
    </w:tbl>
    <w:p w14:paraId="5ED42E99" w14:textId="77777777" w:rsidR="0085747A" w:rsidRPr="002E5772" w:rsidRDefault="0085747A" w:rsidP="00E563F0">
      <w:pPr>
        <w:pStyle w:val="Podpunkty"/>
        <w:ind w:left="0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 xml:space="preserve">* </w:t>
      </w:r>
      <w:r w:rsidRPr="002E5772">
        <w:rPr>
          <w:rFonts w:ascii="Corbel" w:hAnsi="Corbel"/>
          <w:i/>
          <w:sz w:val="24"/>
          <w:szCs w:val="24"/>
        </w:rPr>
        <w:t>-</w:t>
      </w:r>
      <w:r w:rsidR="00B90885" w:rsidRPr="002E577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E5772">
        <w:rPr>
          <w:rFonts w:ascii="Corbel" w:hAnsi="Corbel"/>
          <w:b w:val="0"/>
          <w:sz w:val="24"/>
          <w:szCs w:val="24"/>
        </w:rPr>
        <w:t>e,</w:t>
      </w:r>
      <w:r w:rsidRPr="002E5772">
        <w:rPr>
          <w:rFonts w:ascii="Corbel" w:hAnsi="Corbel"/>
          <w:i/>
          <w:sz w:val="24"/>
          <w:szCs w:val="24"/>
        </w:rPr>
        <w:t xml:space="preserve"> </w:t>
      </w:r>
      <w:r w:rsidRPr="002E577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E5772">
        <w:rPr>
          <w:rFonts w:ascii="Corbel" w:hAnsi="Corbel"/>
          <w:b w:val="0"/>
          <w:i/>
          <w:sz w:val="24"/>
          <w:szCs w:val="24"/>
        </w:rPr>
        <w:t>w Jednostce</w:t>
      </w:r>
    </w:p>
    <w:p w14:paraId="0D0C8392" w14:textId="77777777" w:rsidR="00923D7D" w:rsidRPr="002E577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201F4D" w14:textId="77777777" w:rsidR="0085747A" w:rsidRPr="002E577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>1.</w:t>
      </w:r>
      <w:r w:rsidR="00E22FBC" w:rsidRPr="002E5772">
        <w:rPr>
          <w:rFonts w:ascii="Corbel" w:hAnsi="Corbel"/>
          <w:sz w:val="24"/>
          <w:szCs w:val="24"/>
        </w:rPr>
        <w:t>1</w:t>
      </w:r>
      <w:r w:rsidRPr="002E577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5DADB4" w14:textId="77777777" w:rsidR="00923D7D" w:rsidRPr="002E577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2E5772" w14:paraId="5A52D5B4" w14:textId="77777777" w:rsidTr="00E563F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BF56" w14:textId="77777777"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Semestr</w:t>
            </w:r>
          </w:p>
          <w:p w14:paraId="71022420" w14:textId="77777777" w:rsidR="00015B8F" w:rsidRPr="002E5772" w:rsidRDefault="002B5EA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(</w:t>
            </w:r>
            <w:r w:rsidR="00363F78" w:rsidRPr="002E577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0D050" w14:textId="77777777"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5772">
              <w:rPr>
                <w:rFonts w:ascii="Corbel" w:hAnsi="Corbel"/>
                <w:szCs w:val="24"/>
              </w:rPr>
              <w:t>Wykł</w:t>
            </w:r>
            <w:proofErr w:type="spellEnd"/>
            <w:r w:rsidRPr="002E577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49475" w14:textId="77777777"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F09" w14:textId="77777777"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5772">
              <w:rPr>
                <w:rFonts w:ascii="Corbel" w:hAnsi="Corbel"/>
                <w:szCs w:val="24"/>
              </w:rPr>
              <w:t>Konw</w:t>
            </w:r>
            <w:proofErr w:type="spellEnd"/>
            <w:r w:rsidRPr="002E577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940A4" w14:textId="77777777"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9B48" w14:textId="77777777"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5772">
              <w:rPr>
                <w:rFonts w:ascii="Corbel" w:hAnsi="Corbel"/>
                <w:szCs w:val="24"/>
              </w:rPr>
              <w:t>Sem</w:t>
            </w:r>
            <w:proofErr w:type="spellEnd"/>
            <w:r w:rsidRPr="002E577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12D7" w14:textId="77777777"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9B59" w14:textId="77777777"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5772">
              <w:rPr>
                <w:rFonts w:ascii="Corbel" w:hAnsi="Corbel"/>
                <w:szCs w:val="24"/>
              </w:rPr>
              <w:t>Prakt</w:t>
            </w:r>
            <w:proofErr w:type="spellEnd"/>
            <w:r w:rsidRPr="002E577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E659E" w14:textId="77777777" w:rsidR="00015B8F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D58C2" w14:textId="77777777" w:rsidR="00015B8F" w:rsidRPr="002E5772" w:rsidRDefault="00015B8F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E5772">
              <w:rPr>
                <w:rFonts w:ascii="Corbel" w:hAnsi="Corbel"/>
                <w:b/>
                <w:szCs w:val="24"/>
              </w:rPr>
              <w:t>Liczba pkt</w:t>
            </w:r>
            <w:r w:rsidR="00B90885" w:rsidRPr="002E5772">
              <w:rPr>
                <w:rFonts w:ascii="Corbel" w:hAnsi="Corbel"/>
                <w:b/>
                <w:szCs w:val="24"/>
              </w:rPr>
              <w:t>.</w:t>
            </w:r>
            <w:r w:rsidRPr="002E577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563F0" w:rsidRPr="002E5772" w14:paraId="1EB62F78" w14:textId="77777777" w:rsidTr="00E563F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4251" w14:textId="77777777"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E5772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F4CA" w14:textId="77777777"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E1A4" w14:textId="77777777"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3EDF" w14:textId="77777777"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D93C" w14:textId="77777777"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C61D" w14:textId="77777777"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0EFE" w14:textId="77777777"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F28D" w14:textId="77777777"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E19E" w14:textId="4E8C4748" w:rsidR="00E563F0" w:rsidRPr="002E5772" w:rsidRDefault="00544511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2E6F" w14:textId="77777777" w:rsidR="00E563F0" w:rsidRPr="002E5772" w:rsidRDefault="00E563F0" w:rsidP="00E563F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E5772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4E47CB96" w14:textId="77777777" w:rsidR="00923D7D" w:rsidRPr="002E577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5A0DCA" w14:textId="77777777" w:rsidR="00923D7D" w:rsidRPr="002E577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CFBF20" w14:textId="77777777" w:rsidR="0085747A" w:rsidRPr="002E577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>1.</w:t>
      </w:r>
      <w:r w:rsidR="00E22FBC" w:rsidRPr="002E5772">
        <w:rPr>
          <w:rFonts w:ascii="Corbel" w:hAnsi="Corbel"/>
          <w:smallCaps w:val="0"/>
          <w:szCs w:val="24"/>
        </w:rPr>
        <w:t>2</w:t>
      </w:r>
      <w:r w:rsidR="00F83B28" w:rsidRPr="002E5772">
        <w:rPr>
          <w:rFonts w:ascii="Corbel" w:hAnsi="Corbel"/>
          <w:smallCaps w:val="0"/>
          <w:szCs w:val="24"/>
        </w:rPr>
        <w:t>.</w:t>
      </w:r>
      <w:r w:rsidR="00F83B28" w:rsidRPr="002E5772">
        <w:rPr>
          <w:rFonts w:ascii="Corbel" w:hAnsi="Corbel"/>
          <w:smallCaps w:val="0"/>
          <w:szCs w:val="24"/>
        </w:rPr>
        <w:tab/>
      </w:r>
      <w:r w:rsidRPr="002E5772">
        <w:rPr>
          <w:rFonts w:ascii="Corbel" w:hAnsi="Corbel"/>
          <w:smallCaps w:val="0"/>
          <w:szCs w:val="24"/>
        </w:rPr>
        <w:t xml:space="preserve">Sposób realizacji zajęć  </w:t>
      </w:r>
    </w:p>
    <w:p w14:paraId="5CE3DFB4" w14:textId="77777777" w:rsidR="00E563F0" w:rsidRPr="002E5772" w:rsidRDefault="00E563F0" w:rsidP="00E563F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5772">
        <w:rPr>
          <w:rFonts w:ascii="Corbel" w:eastAsia="MS Gothic" w:hAnsi="Corbel"/>
          <w:b w:val="0"/>
          <w:szCs w:val="24"/>
        </w:rPr>
        <w:sym w:font="Wingdings" w:char="F078"/>
      </w:r>
      <w:r w:rsidRPr="002E5772">
        <w:rPr>
          <w:rFonts w:ascii="Corbel" w:eastAsia="MS Gothic" w:hAnsi="Corbel"/>
          <w:b w:val="0"/>
          <w:szCs w:val="24"/>
        </w:rPr>
        <w:t xml:space="preserve"> </w:t>
      </w:r>
      <w:r w:rsidRPr="002E5772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D09D542" w14:textId="77777777" w:rsidR="00E563F0" w:rsidRPr="002E5772" w:rsidRDefault="00E563F0" w:rsidP="00E563F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5772">
        <w:rPr>
          <w:rFonts w:ascii="MS Gothic" w:eastAsia="MS Gothic" w:hAnsi="MS Gothic" w:cs="MS Gothic" w:hint="eastAsia"/>
          <w:b w:val="0"/>
          <w:szCs w:val="24"/>
        </w:rPr>
        <w:t>☐</w:t>
      </w:r>
      <w:r w:rsidRPr="002E577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4708C9" w14:textId="77777777" w:rsidR="0085747A" w:rsidRPr="002E577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28EF9E" w14:textId="77777777" w:rsidR="00E22FBC" w:rsidRPr="002E577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 xml:space="preserve">1.3 </w:t>
      </w:r>
      <w:r w:rsidR="00F83B28" w:rsidRPr="002E5772">
        <w:rPr>
          <w:rFonts w:ascii="Corbel" w:hAnsi="Corbel"/>
          <w:smallCaps w:val="0"/>
          <w:szCs w:val="24"/>
        </w:rPr>
        <w:tab/>
      </w:r>
      <w:r w:rsidRPr="002E5772">
        <w:rPr>
          <w:rFonts w:ascii="Corbel" w:hAnsi="Corbel"/>
          <w:smallCaps w:val="0"/>
          <w:szCs w:val="24"/>
        </w:rPr>
        <w:t>For</w:t>
      </w:r>
      <w:r w:rsidR="00445970" w:rsidRPr="002E5772">
        <w:rPr>
          <w:rFonts w:ascii="Corbel" w:hAnsi="Corbel"/>
          <w:smallCaps w:val="0"/>
          <w:szCs w:val="24"/>
        </w:rPr>
        <w:t xml:space="preserve">ma zaliczenia przedmiotu </w:t>
      </w:r>
      <w:r w:rsidRPr="002E5772">
        <w:rPr>
          <w:rFonts w:ascii="Corbel" w:hAnsi="Corbel"/>
          <w:smallCaps w:val="0"/>
          <w:szCs w:val="24"/>
        </w:rPr>
        <w:t xml:space="preserve"> (z toku) </w:t>
      </w:r>
    </w:p>
    <w:p w14:paraId="127D701F" w14:textId="77777777" w:rsidR="00E563F0" w:rsidRPr="002E5772" w:rsidRDefault="00E563F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71430211" w14:textId="77777777" w:rsidR="00E960BB" w:rsidRPr="002E577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B337D8" w14:textId="77777777" w:rsidR="00E960BB" w:rsidRPr="002E577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577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E5772" w14:paraId="55920D1D" w14:textId="77777777" w:rsidTr="00745302">
        <w:tc>
          <w:tcPr>
            <w:tcW w:w="9670" w:type="dxa"/>
          </w:tcPr>
          <w:p w14:paraId="20722214" w14:textId="77777777" w:rsidR="0085747A" w:rsidRPr="002E5772" w:rsidRDefault="00044BCA" w:rsidP="00BB5B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dotycząca specyfiki i dynamiki etapów rozwoju emocjonalnego i społecznego, kryzysów rozwojowych, charakterystycznych dla danego wieku, zachowań ryzykownych. </w:t>
            </w:r>
          </w:p>
        </w:tc>
      </w:tr>
    </w:tbl>
    <w:p w14:paraId="5F0E060C" w14:textId="77777777" w:rsidR="00153C41" w:rsidRPr="002E577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AE582" w14:textId="77777777" w:rsidR="0085747A" w:rsidRPr="002E577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5772">
        <w:rPr>
          <w:rFonts w:ascii="Corbel" w:hAnsi="Corbel"/>
          <w:szCs w:val="24"/>
        </w:rPr>
        <w:t>3.</w:t>
      </w:r>
      <w:r w:rsidR="0085747A" w:rsidRPr="002E5772">
        <w:rPr>
          <w:rFonts w:ascii="Corbel" w:hAnsi="Corbel"/>
          <w:szCs w:val="24"/>
        </w:rPr>
        <w:t xml:space="preserve"> </w:t>
      </w:r>
      <w:r w:rsidR="00A84C85" w:rsidRPr="002E5772">
        <w:rPr>
          <w:rFonts w:ascii="Corbel" w:hAnsi="Corbel"/>
          <w:szCs w:val="24"/>
        </w:rPr>
        <w:t>cele, efekty uczenia się</w:t>
      </w:r>
      <w:r w:rsidR="0085747A" w:rsidRPr="002E5772">
        <w:rPr>
          <w:rFonts w:ascii="Corbel" w:hAnsi="Corbel"/>
          <w:szCs w:val="24"/>
        </w:rPr>
        <w:t xml:space="preserve"> , treści Programowe i stosowane metody Dydaktyczne</w:t>
      </w:r>
    </w:p>
    <w:p w14:paraId="15137C54" w14:textId="77777777" w:rsidR="0085747A" w:rsidRPr="002E577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955CA9" w14:textId="77777777" w:rsidR="0085747A" w:rsidRPr="002E577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 xml:space="preserve">3.1 </w:t>
      </w:r>
      <w:r w:rsidR="00C05F44" w:rsidRPr="002E5772">
        <w:rPr>
          <w:rFonts w:ascii="Corbel" w:hAnsi="Corbel"/>
          <w:sz w:val="24"/>
          <w:szCs w:val="24"/>
        </w:rPr>
        <w:t>Cele przedmiotu</w:t>
      </w:r>
    </w:p>
    <w:p w14:paraId="28109770" w14:textId="77777777" w:rsidR="00044BCA" w:rsidRPr="002E5772" w:rsidRDefault="00044BCA" w:rsidP="00044BC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44BCA" w:rsidRPr="002E5772" w14:paraId="638394E7" w14:textId="77777777" w:rsidTr="00533642">
        <w:tc>
          <w:tcPr>
            <w:tcW w:w="851" w:type="dxa"/>
            <w:vAlign w:val="center"/>
          </w:tcPr>
          <w:p w14:paraId="1F8E6793" w14:textId="77777777" w:rsidR="00044BCA" w:rsidRPr="002E5772" w:rsidRDefault="00044BCA" w:rsidP="0053364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35283B9C" w14:textId="77777777" w:rsidR="00044BCA" w:rsidRPr="002E5772" w:rsidRDefault="00044BCA" w:rsidP="00533642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E5772">
              <w:rPr>
                <w:rFonts w:ascii="Corbel" w:hAnsi="Corbel"/>
                <w:bCs/>
                <w:sz w:val="24"/>
                <w:szCs w:val="24"/>
              </w:rPr>
              <w:t xml:space="preserve">Głównym założeniem jest przekazanie studentom wiedzy metodycznej pozwalającej na optymalne zaplanowanie działań przy wykorzystaniu technik, metod i form  skutecznych w rozwijaniu umiejętności  </w:t>
            </w:r>
            <w:proofErr w:type="spellStart"/>
            <w:r w:rsidRPr="002E5772">
              <w:rPr>
                <w:rFonts w:ascii="Corbel" w:hAnsi="Corbel"/>
                <w:bCs/>
                <w:sz w:val="24"/>
                <w:szCs w:val="24"/>
              </w:rPr>
              <w:t>emocjonalno</w:t>
            </w:r>
            <w:proofErr w:type="spellEnd"/>
            <w:r w:rsidRPr="002E5772">
              <w:rPr>
                <w:rFonts w:ascii="Corbel" w:hAnsi="Corbel"/>
                <w:bCs/>
                <w:sz w:val="24"/>
                <w:szCs w:val="24"/>
              </w:rPr>
              <w:t xml:space="preserve"> – społecznych w wymiarze zarówno terapeutycznym jak i profilaktycznym.</w:t>
            </w:r>
          </w:p>
        </w:tc>
      </w:tr>
      <w:tr w:rsidR="00044BCA" w:rsidRPr="002E5772" w14:paraId="742CBB65" w14:textId="77777777" w:rsidTr="00533642">
        <w:tc>
          <w:tcPr>
            <w:tcW w:w="851" w:type="dxa"/>
            <w:vAlign w:val="center"/>
          </w:tcPr>
          <w:p w14:paraId="49F45BD3" w14:textId="77777777" w:rsidR="00044BCA" w:rsidRPr="002E5772" w:rsidRDefault="00044BCA" w:rsidP="0053364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E739BCC" w14:textId="77777777" w:rsidR="00044BCA" w:rsidRPr="002E5772" w:rsidRDefault="00044BCA" w:rsidP="00044BC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E5772">
              <w:rPr>
                <w:rFonts w:ascii="Corbel" w:hAnsi="Corbel"/>
                <w:bCs/>
                <w:sz w:val="24"/>
                <w:szCs w:val="24"/>
              </w:rPr>
              <w:t xml:space="preserve">Przygotowanie studentów do wspierania dziecka z autyzmem w drodze ku pełnej dojrzałości w zakresie rozwoju emocjonalnego i społecznego. </w:t>
            </w:r>
          </w:p>
        </w:tc>
      </w:tr>
      <w:tr w:rsidR="00044BCA" w:rsidRPr="002E5772" w14:paraId="1B2D9BA4" w14:textId="77777777" w:rsidTr="00533642">
        <w:tc>
          <w:tcPr>
            <w:tcW w:w="851" w:type="dxa"/>
            <w:vAlign w:val="center"/>
          </w:tcPr>
          <w:p w14:paraId="731E0D2C" w14:textId="77777777" w:rsidR="00044BCA" w:rsidRPr="002E5772" w:rsidRDefault="00044BCA" w:rsidP="0053364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E577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EC3802" w14:textId="77777777" w:rsidR="00044BCA" w:rsidRPr="002E5772" w:rsidRDefault="00044BCA" w:rsidP="00533642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E5772">
              <w:rPr>
                <w:rFonts w:ascii="Corbel" w:hAnsi="Corbel"/>
                <w:bCs/>
                <w:sz w:val="24"/>
                <w:szCs w:val="24"/>
              </w:rPr>
              <w:t xml:space="preserve">Wykształcenie u studentów umiejętności tworzenia środowiska zapewniającego przyjazną atmosferę, poczucie bezpieczeństwa, kreującego pozytywny obraz siebie u uczniów przy użyciu technik poznawczo-behawioralnych, dialogu motywującego i innych programów terapeutycznych. </w:t>
            </w:r>
          </w:p>
        </w:tc>
      </w:tr>
    </w:tbl>
    <w:p w14:paraId="3FB8A02B" w14:textId="77777777" w:rsidR="001D7B54" w:rsidRPr="002E577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b/>
          <w:sz w:val="24"/>
          <w:szCs w:val="24"/>
        </w:rPr>
        <w:t xml:space="preserve">3.2 </w:t>
      </w:r>
      <w:r w:rsidR="001D7B54" w:rsidRPr="002E5772">
        <w:rPr>
          <w:rFonts w:ascii="Corbel" w:hAnsi="Corbel"/>
          <w:b/>
          <w:sz w:val="24"/>
          <w:szCs w:val="24"/>
        </w:rPr>
        <w:t xml:space="preserve">Efekty </w:t>
      </w:r>
      <w:r w:rsidR="00C05F44" w:rsidRPr="002E577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E5772">
        <w:rPr>
          <w:rFonts w:ascii="Corbel" w:hAnsi="Corbel"/>
          <w:b/>
          <w:sz w:val="24"/>
          <w:szCs w:val="24"/>
        </w:rPr>
        <w:t>dla przedmiotu</w:t>
      </w:r>
      <w:r w:rsidR="00445970" w:rsidRPr="002E5772">
        <w:rPr>
          <w:rFonts w:ascii="Corbel" w:hAnsi="Corbel"/>
          <w:sz w:val="24"/>
          <w:szCs w:val="24"/>
        </w:rPr>
        <w:t xml:space="preserve"> </w:t>
      </w:r>
    </w:p>
    <w:p w14:paraId="28E5774D" w14:textId="77777777" w:rsidR="001D7B54" w:rsidRPr="002E577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2510E" w:rsidRPr="002E5772" w14:paraId="22E27056" w14:textId="77777777" w:rsidTr="0082510E">
        <w:tc>
          <w:tcPr>
            <w:tcW w:w="1681" w:type="dxa"/>
            <w:vAlign w:val="center"/>
          </w:tcPr>
          <w:p w14:paraId="061E8B1C" w14:textId="77777777" w:rsidR="0082510E" w:rsidRPr="002E5772" w:rsidRDefault="0082510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smallCaps w:val="0"/>
                <w:szCs w:val="24"/>
              </w:rPr>
              <w:t>EK</w:t>
            </w:r>
            <w:r w:rsidRPr="002E577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CCB653F" w14:textId="77777777" w:rsidR="0082510E" w:rsidRPr="002E5772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1F804F2" w14:textId="77777777" w:rsidR="0082510E" w:rsidRPr="002E5772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E577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510E" w:rsidRPr="002E5772" w14:paraId="70B03EA8" w14:textId="77777777" w:rsidTr="00E563F0">
        <w:tc>
          <w:tcPr>
            <w:tcW w:w="1681" w:type="dxa"/>
          </w:tcPr>
          <w:p w14:paraId="63FC6477" w14:textId="77777777" w:rsidR="0082510E" w:rsidRPr="002E5772" w:rsidRDefault="008251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577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4A7162D" w14:textId="77777777" w:rsidR="0082510E" w:rsidRPr="002E5772" w:rsidRDefault="006F1A0C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Student zna najbardziej aktualne podejście do psychospołecznego uwarunkowania funkcjonowania uczniów ze spektrum autyzmu oraz zapoznał się z nowymi narzędziami, technikami i formami edukacji i terapii  psychospołeczne uwarunkowania funkcjonowania osób z zaburzeniami ze spektrum autyzmu</w:t>
            </w:r>
          </w:p>
        </w:tc>
        <w:tc>
          <w:tcPr>
            <w:tcW w:w="1865" w:type="dxa"/>
            <w:vAlign w:val="center"/>
          </w:tcPr>
          <w:p w14:paraId="790A9A3B" w14:textId="77777777" w:rsidR="0082510E" w:rsidRPr="002E5772" w:rsidRDefault="00197681" w:rsidP="00E563F0">
            <w:pPr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2E5772">
              <w:rPr>
                <w:rFonts w:ascii="Corbel" w:hAnsi="Corbel"/>
                <w:sz w:val="24"/>
                <w:szCs w:val="24"/>
                <w:lang w:val="en-GB"/>
              </w:rPr>
              <w:t>PS.W9</w:t>
            </w:r>
            <w:r w:rsidR="00467763" w:rsidRPr="002E5772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14:paraId="26CBBA21" w14:textId="77777777" w:rsidR="0082510E" w:rsidRPr="002E5772" w:rsidRDefault="0082510E" w:rsidP="00E56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2E5772" w14:paraId="30142957" w14:textId="77777777" w:rsidTr="00E563F0">
        <w:tc>
          <w:tcPr>
            <w:tcW w:w="1681" w:type="dxa"/>
          </w:tcPr>
          <w:p w14:paraId="3460957D" w14:textId="77777777" w:rsidR="0082510E" w:rsidRPr="002E5772" w:rsidRDefault="0082510E" w:rsidP="0082510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7853A9F5" w14:textId="77777777" w:rsidR="008C4317" w:rsidRPr="002E5772" w:rsidRDefault="00197681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C7390D" w:rsidRPr="002E5772">
              <w:rPr>
                <w:rFonts w:ascii="Corbel" w:hAnsi="Corbel"/>
                <w:sz w:val="24"/>
                <w:szCs w:val="24"/>
              </w:rPr>
              <w:t>potrafi właściwie rozpoznać i zinterpretować obserwowane deficyty w ob</w:t>
            </w:r>
            <w:r w:rsidR="00C7390D" w:rsidRPr="002E5772">
              <w:rPr>
                <w:rFonts w:ascii="Corbel" w:eastAsia="Times New Roman" w:hAnsi="Corbel"/>
                <w:sz w:val="24"/>
                <w:szCs w:val="24"/>
                <w:lang w:eastAsia="pl-PL"/>
              </w:rPr>
              <w:t>rębie kompe</w:t>
            </w:r>
            <w:r w:rsidR="008C4317" w:rsidRPr="002E577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tencji  społeczno-emocjonalnych, dzięki temu jest w stanie dokonać poprawnie </w:t>
            </w:r>
            <w:r w:rsidR="008C4317" w:rsidRPr="002E5772">
              <w:rPr>
                <w:rFonts w:ascii="Corbel" w:hAnsi="Corbel"/>
                <w:sz w:val="24"/>
                <w:szCs w:val="24"/>
              </w:rPr>
              <w:t>wielospecjalistycznej oceny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poziomu funkcjonowania</w:t>
            </w:r>
          </w:p>
          <w:p w14:paraId="3CAC1C22" w14:textId="77777777" w:rsidR="00197681" w:rsidRPr="002E5772" w:rsidRDefault="00197681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określać rolę zajęć specjalistycznych i wszechstronnej interdyscyplinarnej rehabilitacji oraz metodyki zajęć rehabilitacji indywidualnej ucznia z zaburzeniami ze spektrum autyzmu;, metodykę zajęć aktywizujących w grupie szkolnej; rozwijać zamiłowania i zainteresowania uczniów z zaburzeniami ze spektrum autyzmu; </w:t>
            </w:r>
          </w:p>
        </w:tc>
        <w:tc>
          <w:tcPr>
            <w:tcW w:w="1865" w:type="dxa"/>
            <w:vAlign w:val="center"/>
          </w:tcPr>
          <w:p w14:paraId="31C00F35" w14:textId="77777777" w:rsidR="0082510E" w:rsidRPr="002E5772" w:rsidRDefault="00197681" w:rsidP="00E563F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82510E" w:rsidRPr="002E5772" w14:paraId="68CD9F14" w14:textId="77777777" w:rsidTr="00E563F0">
        <w:tc>
          <w:tcPr>
            <w:tcW w:w="1681" w:type="dxa"/>
          </w:tcPr>
          <w:p w14:paraId="1082B438" w14:textId="77777777" w:rsidR="0082510E" w:rsidRPr="002E5772" w:rsidRDefault="0082510E" w:rsidP="007539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1487202" w14:textId="77777777" w:rsidR="00467763" w:rsidRPr="002E5772" w:rsidRDefault="00197681" w:rsidP="00C576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Student korzysta z aktualnych koncepcji psychologicznych i pedagogicznyc</w:t>
            </w:r>
            <w:r w:rsidR="00467763" w:rsidRPr="002E5772">
              <w:rPr>
                <w:rFonts w:ascii="Corbel" w:hAnsi="Corbel"/>
                <w:sz w:val="24"/>
                <w:szCs w:val="24"/>
              </w:rPr>
              <w:t>h, aby odpowiednio zaprojektować i przeprowadzić działania pomocowe i treningowe dla konkretnych przypadków, dokonując prawidłowej selekcji metod i technik rozwijających kompetencje społeczno- emocjonalne,  a także przeprowadzi ewaluację</w:t>
            </w:r>
            <w:r w:rsidR="006F1A0C" w:rsidRPr="002E5772">
              <w:rPr>
                <w:rFonts w:ascii="Corbel" w:hAnsi="Corbel"/>
                <w:sz w:val="24"/>
                <w:szCs w:val="24"/>
              </w:rPr>
              <w:t xml:space="preserve"> procesu wychowania i nauczania </w:t>
            </w:r>
          </w:p>
        </w:tc>
        <w:tc>
          <w:tcPr>
            <w:tcW w:w="1865" w:type="dxa"/>
            <w:vAlign w:val="center"/>
          </w:tcPr>
          <w:p w14:paraId="534A69E7" w14:textId="77777777" w:rsidR="0082510E" w:rsidRPr="002E5772" w:rsidRDefault="00197681" w:rsidP="00E56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</w:tc>
      </w:tr>
      <w:tr w:rsidR="00D02F5C" w:rsidRPr="002E5772" w14:paraId="59995A8B" w14:textId="77777777" w:rsidTr="00E563F0">
        <w:tc>
          <w:tcPr>
            <w:tcW w:w="1681" w:type="dxa"/>
          </w:tcPr>
          <w:p w14:paraId="335CB79B" w14:textId="77777777" w:rsidR="00D02F5C" w:rsidRPr="002E5772" w:rsidRDefault="00D02F5C" w:rsidP="007539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6FC7A06" w14:textId="77777777" w:rsidR="00D02F5C" w:rsidRPr="002E5772" w:rsidRDefault="00197681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Student wykorzystuje</w:t>
            </w:r>
            <w:r w:rsidR="006F1A0C" w:rsidRPr="002E5772">
              <w:rPr>
                <w:rFonts w:ascii="Corbel" w:hAnsi="Corbel"/>
                <w:sz w:val="24"/>
                <w:szCs w:val="24"/>
              </w:rPr>
              <w:t xml:space="preserve"> </w:t>
            </w:r>
            <w:r w:rsidR="00467763" w:rsidRPr="002E5772">
              <w:rPr>
                <w:rFonts w:ascii="Corbel" w:hAnsi="Corbel"/>
                <w:sz w:val="24"/>
                <w:szCs w:val="24"/>
              </w:rPr>
              <w:t>swoją interdyscyplinarną wiedzę z zakresu psychologii i pedagogiki</w:t>
            </w:r>
            <w:r w:rsidR="008C4317" w:rsidRPr="002E5772">
              <w:rPr>
                <w:rFonts w:ascii="Corbel" w:hAnsi="Corbel"/>
                <w:sz w:val="24"/>
                <w:szCs w:val="24"/>
              </w:rPr>
              <w:t xml:space="preserve"> do planowania i </w:t>
            </w:r>
            <w:r w:rsidR="008C4317" w:rsidRPr="002E5772">
              <w:rPr>
                <w:rFonts w:ascii="Corbel" w:hAnsi="Corbel"/>
                <w:sz w:val="24"/>
                <w:szCs w:val="24"/>
              </w:rPr>
              <w:lastRenderedPageBreak/>
              <w:t>realizowania metodyki treningów umiejętności społecznych</w:t>
            </w:r>
            <w:r w:rsidR="00467763" w:rsidRPr="002E5772">
              <w:rPr>
                <w:rFonts w:ascii="Corbel" w:hAnsi="Corbel"/>
                <w:sz w:val="24"/>
                <w:szCs w:val="24"/>
              </w:rPr>
              <w:t xml:space="preserve"> </w:t>
            </w:r>
            <w:r w:rsidR="006F1A0C" w:rsidRPr="002E5772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467763" w:rsidRPr="002E5772">
              <w:rPr>
                <w:rFonts w:ascii="Corbel" w:hAnsi="Corbel"/>
                <w:sz w:val="24"/>
                <w:szCs w:val="24"/>
              </w:rPr>
              <w:t>wie w jaki sposób dokonać analizy behawioralnej w</w:t>
            </w:r>
            <w:r w:rsidR="006F1A0C" w:rsidRPr="002E5772">
              <w:rPr>
                <w:rFonts w:ascii="Corbel" w:hAnsi="Corbel"/>
                <w:sz w:val="24"/>
                <w:szCs w:val="24"/>
              </w:rPr>
              <w:t xml:space="preserve"> obszarze </w:t>
            </w:r>
            <w:r w:rsidR="00467763" w:rsidRPr="002E5772">
              <w:rPr>
                <w:rFonts w:ascii="Corbel" w:hAnsi="Corbel"/>
                <w:sz w:val="24"/>
                <w:szCs w:val="24"/>
              </w:rPr>
              <w:t xml:space="preserve">psychoedukacji i </w:t>
            </w:r>
            <w:r w:rsidR="006F1A0C" w:rsidRPr="002E5772">
              <w:rPr>
                <w:rFonts w:ascii="Corbel" w:hAnsi="Corbel"/>
                <w:sz w:val="24"/>
                <w:szCs w:val="24"/>
              </w:rPr>
              <w:t xml:space="preserve">terapii </w:t>
            </w:r>
          </w:p>
        </w:tc>
        <w:tc>
          <w:tcPr>
            <w:tcW w:w="1865" w:type="dxa"/>
            <w:vAlign w:val="center"/>
          </w:tcPr>
          <w:p w14:paraId="1EE1DAF3" w14:textId="77777777" w:rsidR="00D02F5C" w:rsidRPr="002E5772" w:rsidRDefault="00197681" w:rsidP="00E56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PS.U6.</w:t>
            </w:r>
          </w:p>
        </w:tc>
      </w:tr>
      <w:tr w:rsidR="00D02F5C" w:rsidRPr="002E5772" w14:paraId="20B11746" w14:textId="77777777" w:rsidTr="00E563F0">
        <w:tc>
          <w:tcPr>
            <w:tcW w:w="1681" w:type="dxa"/>
          </w:tcPr>
          <w:p w14:paraId="6B335E29" w14:textId="77777777" w:rsidR="00D02F5C" w:rsidRPr="002E5772" w:rsidRDefault="00D02F5C" w:rsidP="007539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CB038AA" w14:textId="77777777" w:rsidR="00D02F5C" w:rsidRPr="002E5772" w:rsidRDefault="008C4317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Student  wykorzystuje </w:t>
            </w:r>
            <w:r w:rsidR="006F1A0C" w:rsidRPr="002E5772">
              <w:rPr>
                <w:rFonts w:ascii="Corbel" w:hAnsi="Corbel"/>
                <w:sz w:val="24"/>
                <w:szCs w:val="24"/>
              </w:rPr>
              <w:t>programy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o udowodnionej skuteczności, które wspierają rozwój kompetencji społecznych i emocjonalnych, oraz takie, które usprawniają relacje rówieśnicze, ze względu na swój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integracyjno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– inkluzyjny charakter. </w:t>
            </w:r>
            <w:r w:rsidR="006F1A0C" w:rsidRPr="002E57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7F7AAFA4" w14:textId="77777777" w:rsidR="00D02F5C" w:rsidRPr="002E5772" w:rsidRDefault="00197681" w:rsidP="00E56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8C4317" w:rsidRPr="002E577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5772">
              <w:rPr>
                <w:rFonts w:ascii="Corbel" w:hAnsi="Corbel"/>
                <w:b w:val="0"/>
                <w:smallCaps w:val="0"/>
                <w:szCs w:val="24"/>
              </w:rPr>
              <w:t>U8.</w:t>
            </w:r>
          </w:p>
        </w:tc>
      </w:tr>
      <w:tr w:rsidR="008C4317" w:rsidRPr="002E5772" w14:paraId="38814AAC" w14:textId="77777777" w:rsidTr="00E563F0">
        <w:tc>
          <w:tcPr>
            <w:tcW w:w="1681" w:type="dxa"/>
          </w:tcPr>
          <w:p w14:paraId="44D69319" w14:textId="77777777" w:rsidR="008C4317" w:rsidRPr="002E5772" w:rsidRDefault="008C4317" w:rsidP="007539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6D60889" w14:textId="77777777" w:rsidR="008C4317" w:rsidRPr="002E5772" w:rsidRDefault="008C4317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Nabył kompetencje miękkie, które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facylitują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relację z osobami z zaburzeniem ze spektrum autyzmu oraz ich rodzicami i opiekunami,  opartą na wzajemnym zaufaniu. </w:t>
            </w:r>
          </w:p>
        </w:tc>
        <w:tc>
          <w:tcPr>
            <w:tcW w:w="1865" w:type="dxa"/>
            <w:vAlign w:val="center"/>
          </w:tcPr>
          <w:p w14:paraId="0C12638A" w14:textId="77777777" w:rsidR="008C4317" w:rsidRPr="002E5772" w:rsidRDefault="008C4317" w:rsidP="00E56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PS. K2.</w:t>
            </w:r>
          </w:p>
        </w:tc>
      </w:tr>
      <w:tr w:rsidR="00467763" w:rsidRPr="002E5772" w14:paraId="7D37EF6C" w14:textId="77777777" w:rsidTr="00E563F0">
        <w:tc>
          <w:tcPr>
            <w:tcW w:w="1681" w:type="dxa"/>
          </w:tcPr>
          <w:p w14:paraId="531A8266" w14:textId="77777777" w:rsidR="00467763" w:rsidRPr="002E5772" w:rsidRDefault="00467763" w:rsidP="008C4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4317" w:rsidRPr="002E5772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B095BB2" w14:textId="77777777" w:rsidR="00467763" w:rsidRPr="002E5772" w:rsidRDefault="008C4317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Ma dobrze rozwinięte zdolności </w:t>
            </w:r>
            <w:r w:rsidR="00467763" w:rsidRPr="002E5772">
              <w:rPr>
                <w:rFonts w:ascii="Corbel" w:hAnsi="Corbel"/>
                <w:sz w:val="24"/>
                <w:szCs w:val="24"/>
              </w:rPr>
              <w:t>komunikowania się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i współpracy z otoczeniem. Potrafi być </w:t>
            </w:r>
            <w:r w:rsidR="008F7935" w:rsidRPr="002E5772">
              <w:rPr>
                <w:rFonts w:ascii="Corbel" w:hAnsi="Corbel"/>
                <w:sz w:val="24"/>
                <w:szCs w:val="24"/>
              </w:rPr>
              <w:t xml:space="preserve">równocześnie 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organizatorem, uczestnikiem i trenerem grup o charakterze treningowym,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terapeutcznym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lub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psychoedukacyjnym</w:t>
            </w:r>
            <w:proofErr w:type="spellEnd"/>
            <w:r w:rsidR="00467763" w:rsidRPr="002E577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710F90EE" w14:textId="77777777" w:rsidR="00467763" w:rsidRPr="002E5772" w:rsidRDefault="008C4317" w:rsidP="00E56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</w:tc>
      </w:tr>
      <w:tr w:rsidR="00467763" w:rsidRPr="002E5772" w14:paraId="0A76E23C" w14:textId="77777777" w:rsidTr="00E563F0">
        <w:tc>
          <w:tcPr>
            <w:tcW w:w="1681" w:type="dxa"/>
          </w:tcPr>
          <w:p w14:paraId="65E8F0E7" w14:textId="77777777" w:rsidR="00467763" w:rsidRPr="002E5772" w:rsidRDefault="00467763" w:rsidP="008C4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4317" w:rsidRPr="002E577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346EB2B3" w14:textId="77777777" w:rsidR="00467763" w:rsidRPr="002E5772" w:rsidRDefault="008F7935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Podejmie działania na rzecz prawidłowego porozumiewania się i rozwijania kompetencji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emocjonalno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–społecznych dziecka, obejmując różne role nauczyciela –pedagoga specjalnego, nauczyciela-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arteterapeuty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trenera,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socjoterpeuty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mediatora,  terapeuty,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coacha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etc., wspiera w dialogowym rozwiązywaniu konfliktów oraz tworzeniu przyjaznej atmosfery w placówce oświatowej </w:t>
            </w:r>
          </w:p>
        </w:tc>
        <w:tc>
          <w:tcPr>
            <w:tcW w:w="1865" w:type="dxa"/>
            <w:vAlign w:val="center"/>
          </w:tcPr>
          <w:p w14:paraId="15CA3C45" w14:textId="77777777" w:rsidR="00467763" w:rsidRPr="002E5772" w:rsidRDefault="008C4317" w:rsidP="00E563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PS. K4.</w:t>
            </w:r>
          </w:p>
        </w:tc>
      </w:tr>
    </w:tbl>
    <w:p w14:paraId="0DD1CFFF" w14:textId="77777777" w:rsidR="0085747A" w:rsidRPr="002E577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2525F4" w14:textId="77777777" w:rsidR="0085747A" w:rsidRPr="002E577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E5772">
        <w:rPr>
          <w:rFonts w:ascii="Corbel" w:hAnsi="Corbel"/>
          <w:b/>
          <w:sz w:val="24"/>
          <w:szCs w:val="24"/>
        </w:rPr>
        <w:t>3.3</w:t>
      </w:r>
      <w:r w:rsidR="001D7B54" w:rsidRPr="002E5772">
        <w:rPr>
          <w:rFonts w:ascii="Corbel" w:hAnsi="Corbel"/>
          <w:b/>
          <w:sz w:val="24"/>
          <w:szCs w:val="24"/>
        </w:rPr>
        <w:t xml:space="preserve"> </w:t>
      </w:r>
      <w:r w:rsidR="0085747A" w:rsidRPr="002E5772">
        <w:rPr>
          <w:rFonts w:ascii="Corbel" w:hAnsi="Corbel"/>
          <w:b/>
          <w:sz w:val="24"/>
          <w:szCs w:val="24"/>
        </w:rPr>
        <w:t>T</w:t>
      </w:r>
      <w:r w:rsidR="001D7B54" w:rsidRPr="002E577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E5772">
        <w:rPr>
          <w:rFonts w:ascii="Corbel" w:hAnsi="Corbel"/>
          <w:sz w:val="24"/>
          <w:szCs w:val="24"/>
        </w:rPr>
        <w:t xml:space="preserve">  </w:t>
      </w:r>
    </w:p>
    <w:p w14:paraId="3D2DE3F2" w14:textId="77777777" w:rsidR="0085747A" w:rsidRPr="002E577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 xml:space="preserve">Problematyka wykładu </w:t>
      </w:r>
    </w:p>
    <w:p w14:paraId="248EA0BE" w14:textId="77777777" w:rsidR="0085747A" w:rsidRPr="002E5772" w:rsidRDefault="00C576DE" w:rsidP="00C576DE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>nie dotyczy</w:t>
      </w:r>
    </w:p>
    <w:p w14:paraId="0EB96D19" w14:textId="77777777" w:rsidR="00C576DE" w:rsidRPr="002E5772" w:rsidRDefault="00C576DE" w:rsidP="00C576DE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</w:p>
    <w:p w14:paraId="7A9B03E9" w14:textId="77777777" w:rsidR="0085747A" w:rsidRPr="002E577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E577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E5772">
        <w:rPr>
          <w:rFonts w:ascii="Corbel" w:hAnsi="Corbel"/>
          <w:sz w:val="24"/>
          <w:szCs w:val="24"/>
        </w:rPr>
        <w:t xml:space="preserve">, </w:t>
      </w:r>
      <w:r w:rsidRPr="002E5772">
        <w:rPr>
          <w:rFonts w:ascii="Corbel" w:hAnsi="Corbel"/>
          <w:sz w:val="24"/>
          <w:szCs w:val="24"/>
        </w:rPr>
        <w:t xml:space="preserve">zajęć praktycznych </w:t>
      </w:r>
    </w:p>
    <w:p w14:paraId="27F20BD0" w14:textId="77777777" w:rsidR="0085747A" w:rsidRPr="002E577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2E5772" w14:paraId="46B138B6" w14:textId="77777777" w:rsidTr="00044BCA">
        <w:tc>
          <w:tcPr>
            <w:tcW w:w="9633" w:type="dxa"/>
          </w:tcPr>
          <w:p w14:paraId="0BBC024F" w14:textId="77777777" w:rsidR="0085747A" w:rsidRPr="002E577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4BCA" w:rsidRPr="002E5772" w14:paraId="0CD603F0" w14:textId="77777777" w:rsidTr="00044BCA">
        <w:tc>
          <w:tcPr>
            <w:tcW w:w="9633" w:type="dxa"/>
          </w:tcPr>
          <w:p w14:paraId="17D977CF" w14:textId="77777777" w:rsidR="00044BCA" w:rsidRPr="002E5772" w:rsidRDefault="00044BCA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kern w:val="22"/>
                <w:sz w:val="24"/>
                <w:szCs w:val="24"/>
              </w:rPr>
            </w:pPr>
            <w:r w:rsidRPr="002E5772">
              <w:rPr>
                <w:rFonts w:ascii="Corbel" w:hAnsi="Corbel"/>
                <w:kern w:val="22"/>
                <w:sz w:val="24"/>
                <w:szCs w:val="24"/>
              </w:rPr>
              <w:t>Uczestnicy zajęć rozwijających kompetencje emocjonalno-społeczne (diagnozowanie i dopasowywanie najskuteczniejszych form pomocy</w:t>
            </w:r>
            <w:r w:rsidR="00495ABD" w:rsidRPr="002E5772">
              <w:rPr>
                <w:rFonts w:ascii="Corbel" w:hAnsi="Corbel"/>
                <w:kern w:val="22"/>
                <w:sz w:val="24"/>
                <w:szCs w:val="24"/>
              </w:rPr>
              <w:t xml:space="preserve"> ze szczególnym uwzględnieniem potrzeb osób z autyzmem</w:t>
            </w:r>
            <w:r w:rsidRPr="002E5772">
              <w:rPr>
                <w:rFonts w:ascii="Corbel" w:hAnsi="Corbel"/>
                <w:kern w:val="22"/>
                <w:sz w:val="24"/>
                <w:szCs w:val="24"/>
              </w:rPr>
              <w:t xml:space="preserve">): osoby nieśmiałe, z problemami adaptacyjnymi,  z obniżoną motywacją,  z depresją, po sytuacjach traumatycznych, w kryzysie rozwojowym, agresywni, z zachowaniami destrukcyjnymi, </w:t>
            </w:r>
          </w:p>
        </w:tc>
      </w:tr>
      <w:tr w:rsidR="00044BCA" w:rsidRPr="002E5772" w14:paraId="077A5AFC" w14:textId="77777777" w:rsidTr="00044BCA">
        <w:tc>
          <w:tcPr>
            <w:tcW w:w="9633" w:type="dxa"/>
            <w:vAlign w:val="center"/>
          </w:tcPr>
          <w:p w14:paraId="0961C976" w14:textId="77777777" w:rsidR="00044BCA" w:rsidRPr="002E5772" w:rsidRDefault="00044BCA" w:rsidP="00044BC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Umiejętności będące podstawą kompetencji emocjonalnych i społecznych (m.in. samoregulacja, empatia, komunikowanie emocji, funkcjonowanie w grupie, rozwiązywanie konfliktów, dokonywanie wyborów, współdziałanie w zespole, podtrzymywanie przyjaźni, rozpoznawanie emocji własnych i innych osób itp.)</w:t>
            </w:r>
          </w:p>
        </w:tc>
      </w:tr>
      <w:tr w:rsidR="00044BCA" w:rsidRPr="002E5772" w14:paraId="52816902" w14:textId="77777777" w:rsidTr="00044BCA">
        <w:tc>
          <w:tcPr>
            <w:tcW w:w="9633" w:type="dxa"/>
            <w:vAlign w:val="center"/>
          </w:tcPr>
          <w:p w14:paraId="7C0121FA" w14:textId="77777777" w:rsidR="00044BCA" w:rsidRPr="002E5772" w:rsidRDefault="00044BCA" w:rsidP="00044BC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Przegląd technik i metod w rozwijaniu kompetencji emocjonalnych i społecznych. </w:t>
            </w:r>
            <w:r w:rsidR="00A80271" w:rsidRPr="002E5772">
              <w:rPr>
                <w:rFonts w:ascii="Corbel" w:hAnsi="Corbel"/>
                <w:sz w:val="24"/>
                <w:szCs w:val="24"/>
              </w:rPr>
              <w:t xml:space="preserve">TUS. </w:t>
            </w:r>
          </w:p>
        </w:tc>
      </w:tr>
      <w:tr w:rsidR="00495ABD" w:rsidRPr="002E5772" w14:paraId="0C2C45A9" w14:textId="77777777" w:rsidTr="00044BCA">
        <w:tc>
          <w:tcPr>
            <w:tcW w:w="9633" w:type="dxa"/>
            <w:vAlign w:val="center"/>
          </w:tcPr>
          <w:p w14:paraId="49A64EDD" w14:textId="77777777"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Kształtowanie umiejętności rozpoznawania i panowania nad emocjami. Nieagresywne  sposoby wyrażania emocji negatywnych. Trening zastępowania agresji. </w:t>
            </w:r>
          </w:p>
        </w:tc>
      </w:tr>
      <w:tr w:rsidR="00495ABD" w:rsidRPr="002E5772" w14:paraId="5716C65A" w14:textId="77777777" w:rsidTr="00044BCA">
        <w:tc>
          <w:tcPr>
            <w:tcW w:w="9633" w:type="dxa"/>
            <w:vAlign w:val="center"/>
          </w:tcPr>
          <w:p w14:paraId="197921EA" w14:textId="77777777"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Warsztaty kontroli agresji, gniewu i  złości w sytuacjach konfliktowych, które mogą </w:t>
            </w:r>
            <w:r w:rsidRPr="002E5772">
              <w:rPr>
                <w:rFonts w:ascii="Corbel" w:hAnsi="Corbel"/>
                <w:sz w:val="24"/>
                <w:szCs w:val="24"/>
              </w:rPr>
              <w:lastRenderedPageBreak/>
              <w:t xml:space="preserve">pojawić się w życiu, w domu, w szkole,  w relacjach z rówieśnikami. Trening zastępowania agresji. Program radzenia sobie z gniewem i agresją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Larsona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– podejście kognitywno-behawioralne.</w:t>
            </w:r>
          </w:p>
        </w:tc>
      </w:tr>
      <w:tr w:rsidR="00495ABD" w:rsidRPr="002E5772" w14:paraId="4AEFE620" w14:textId="77777777" w:rsidTr="00044BCA">
        <w:tc>
          <w:tcPr>
            <w:tcW w:w="9633" w:type="dxa"/>
            <w:vAlign w:val="center"/>
          </w:tcPr>
          <w:p w14:paraId="1FC45B51" w14:textId="77777777"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lastRenderedPageBreak/>
              <w:t>Ćwiczenia mające na celu poznawanie własnych zdolności i umiejętności, oraz niedoskonałości i ograniczeń. Budowanie pozytywnego obrazu siebie. Zwiększanie poczucia własnej wartości i adekwatnej samooceny. Techniki poznawcze.</w:t>
            </w:r>
          </w:p>
        </w:tc>
      </w:tr>
      <w:tr w:rsidR="00495ABD" w:rsidRPr="002E5772" w14:paraId="1E17D7EB" w14:textId="77777777" w:rsidTr="00044BCA">
        <w:tc>
          <w:tcPr>
            <w:tcW w:w="9633" w:type="dxa"/>
            <w:vAlign w:val="center"/>
          </w:tcPr>
          <w:p w14:paraId="705C4033" w14:textId="77777777" w:rsidR="00495ABD" w:rsidRPr="002E5772" w:rsidRDefault="00495ABD" w:rsidP="00071A8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Radzenie sobie ze stresem. Techniki relaksacyjne, techniki oddechowe. Ćwiczenia pomagające uspokoić ciało i skupić uwagę. Trening uważności i metoda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Butejki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. Treningi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neurobiofeedback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95ABD" w:rsidRPr="002E5772" w14:paraId="3FF17765" w14:textId="77777777" w:rsidTr="00044BCA">
        <w:tc>
          <w:tcPr>
            <w:tcW w:w="9633" w:type="dxa"/>
            <w:vAlign w:val="center"/>
          </w:tcPr>
          <w:p w14:paraId="13C321B9" w14:textId="77777777"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Rozumienie komunikacji-efektywne komunikowanie się i nawiązywanie pozytywnych relacji. </w:t>
            </w:r>
          </w:p>
        </w:tc>
      </w:tr>
      <w:tr w:rsidR="00495ABD" w:rsidRPr="002E5772" w14:paraId="5E4D6C44" w14:textId="77777777" w:rsidTr="00044BCA">
        <w:tc>
          <w:tcPr>
            <w:tcW w:w="9633" w:type="dxa"/>
            <w:vAlign w:val="center"/>
          </w:tcPr>
          <w:p w14:paraId="2D7E3895" w14:textId="77777777"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Rozwijanie umiejętności rozumienia zachowań innych i sytuacji społecznych. Kształtowanie zdolności przyjmowania perspektywy innych- ćwiczenia. Przewidywanie zachowań innych osób. </w:t>
            </w:r>
          </w:p>
        </w:tc>
      </w:tr>
      <w:tr w:rsidR="00495ABD" w:rsidRPr="002E5772" w14:paraId="284AF419" w14:textId="77777777" w:rsidTr="00044BCA">
        <w:tc>
          <w:tcPr>
            <w:tcW w:w="9633" w:type="dxa"/>
            <w:vAlign w:val="center"/>
          </w:tcPr>
          <w:p w14:paraId="5B3F591F" w14:textId="77777777"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Zachowania asertywne: podstawowe rodzaje postaw i zachowań ludzkich (agresywne, uległe, asertywne). Umiejętność obrony przed prześladowaniem. </w:t>
            </w:r>
          </w:p>
        </w:tc>
      </w:tr>
      <w:tr w:rsidR="00495ABD" w:rsidRPr="002E5772" w14:paraId="6804E699" w14:textId="77777777" w:rsidTr="00044BCA">
        <w:tc>
          <w:tcPr>
            <w:tcW w:w="9633" w:type="dxa"/>
            <w:vAlign w:val="center"/>
          </w:tcPr>
          <w:p w14:paraId="5E8323E5" w14:textId="77777777"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Konstruktywne rozwiązywanie konfliktów (w tym mediacje, negocjacje, koncyliacje). </w:t>
            </w:r>
          </w:p>
        </w:tc>
      </w:tr>
      <w:tr w:rsidR="00495ABD" w:rsidRPr="002E5772" w14:paraId="2F49287D" w14:textId="77777777" w:rsidTr="00044BCA">
        <w:tc>
          <w:tcPr>
            <w:tcW w:w="9633" w:type="dxa"/>
            <w:vAlign w:val="center"/>
          </w:tcPr>
          <w:p w14:paraId="1F0F76B1" w14:textId="77777777" w:rsidR="00495ABD" w:rsidRPr="002E5772" w:rsidRDefault="00495ABD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Zajęcia integracyjno-adaptacyjne. Budowanie zaufania i poczucia wspólnoty grupowej. Gry i zabawy rozwijające skuteczne współdziałanie w zespole i funkcjonowanie w grupie. </w:t>
            </w:r>
          </w:p>
        </w:tc>
      </w:tr>
    </w:tbl>
    <w:p w14:paraId="24A30221" w14:textId="77777777" w:rsidR="0085747A" w:rsidRPr="002E577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9560BE" w14:textId="77777777" w:rsidR="002E5772" w:rsidRPr="002E5772" w:rsidRDefault="002E5772" w:rsidP="002E57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>3.4 Metody dydaktyczne</w:t>
      </w:r>
      <w:r w:rsidRPr="002E5772">
        <w:rPr>
          <w:rFonts w:ascii="Corbel" w:hAnsi="Corbel"/>
          <w:b w:val="0"/>
          <w:smallCaps w:val="0"/>
          <w:szCs w:val="24"/>
        </w:rPr>
        <w:t xml:space="preserve"> </w:t>
      </w:r>
    </w:p>
    <w:p w14:paraId="29AD07B5" w14:textId="77777777" w:rsidR="002E5772" w:rsidRPr="002E5772" w:rsidRDefault="002E5772" w:rsidP="002E5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0D6472" w14:textId="77777777" w:rsidR="002E5772" w:rsidRPr="002E5772" w:rsidRDefault="002E5772" w:rsidP="002E577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b w:val="0"/>
          <w:smallCaps w:val="0"/>
          <w:szCs w:val="24"/>
        </w:rPr>
        <w:t xml:space="preserve">Analiza tekstów z dyskusją, praca w grupach (rozwiązywanie zadań, dyskusja, analiza przypadków, burza mózgu, klasa </w:t>
      </w:r>
      <w:proofErr w:type="spellStart"/>
      <w:r w:rsidRPr="002E5772">
        <w:rPr>
          <w:rFonts w:ascii="Corbel" w:hAnsi="Corbel"/>
          <w:b w:val="0"/>
          <w:smallCaps w:val="0"/>
          <w:szCs w:val="24"/>
        </w:rPr>
        <w:t>układankowa</w:t>
      </w:r>
      <w:proofErr w:type="spellEnd"/>
      <w:r w:rsidRPr="002E5772">
        <w:rPr>
          <w:rFonts w:ascii="Corbel" w:hAnsi="Corbel"/>
          <w:b w:val="0"/>
          <w:smallCaps w:val="0"/>
          <w:szCs w:val="24"/>
        </w:rPr>
        <w:t xml:space="preserve">, inscenizacje, odgrywanie scenek), praca w kręgu, gra dydaktyczna, gry </w:t>
      </w:r>
      <w:proofErr w:type="spellStart"/>
      <w:r w:rsidRPr="002E5772">
        <w:rPr>
          <w:rFonts w:ascii="Corbel" w:hAnsi="Corbel"/>
          <w:b w:val="0"/>
          <w:smallCaps w:val="0"/>
          <w:szCs w:val="24"/>
        </w:rPr>
        <w:t>psychoedukacyjne</w:t>
      </w:r>
      <w:proofErr w:type="spellEnd"/>
      <w:r w:rsidRPr="002E5772">
        <w:rPr>
          <w:rFonts w:ascii="Corbel" w:hAnsi="Corbel"/>
          <w:b w:val="0"/>
          <w:smallCaps w:val="0"/>
          <w:szCs w:val="24"/>
        </w:rPr>
        <w:t xml:space="preserve">, film dydaktyczny. </w:t>
      </w:r>
    </w:p>
    <w:p w14:paraId="12D36460" w14:textId="77777777" w:rsidR="002E5772" w:rsidRPr="002E5772" w:rsidRDefault="002E5772" w:rsidP="002E577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52BE6D32" w14:textId="77777777" w:rsidR="002E5772" w:rsidRPr="002E5772" w:rsidRDefault="002E5772" w:rsidP="002E57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700B73" w14:textId="77777777" w:rsidR="002E5772" w:rsidRPr="002E5772" w:rsidRDefault="002E5772" w:rsidP="002E57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 xml:space="preserve">4. METODY I KRYTERIA OCENY </w:t>
      </w:r>
    </w:p>
    <w:p w14:paraId="5B743762" w14:textId="77777777" w:rsidR="002E5772" w:rsidRPr="002E5772" w:rsidRDefault="002E5772" w:rsidP="002E57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7D8724" w14:textId="77777777" w:rsidR="002E5772" w:rsidRPr="002E5772" w:rsidRDefault="002E5772" w:rsidP="002E5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>4.1 Sposoby weryfikacji efektów uczenia się</w:t>
      </w:r>
    </w:p>
    <w:p w14:paraId="2EB63011" w14:textId="77777777" w:rsidR="002E5772" w:rsidRPr="002E5772" w:rsidRDefault="002E5772" w:rsidP="002E5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E5772" w:rsidRPr="002E5772" w14:paraId="5150CCD7" w14:textId="77777777" w:rsidTr="00F70296">
        <w:tc>
          <w:tcPr>
            <w:tcW w:w="1962" w:type="dxa"/>
            <w:vAlign w:val="center"/>
          </w:tcPr>
          <w:p w14:paraId="1E5EDAAA" w14:textId="77777777" w:rsidR="002E5772" w:rsidRPr="002E5772" w:rsidRDefault="002E5772" w:rsidP="00F70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F7611C" w14:textId="77777777" w:rsidR="002E5772" w:rsidRPr="002E5772" w:rsidRDefault="002E5772" w:rsidP="00F70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8552F3D" w14:textId="77777777" w:rsidR="002E5772" w:rsidRPr="002E5772" w:rsidRDefault="002E5772" w:rsidP="00F70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01F63F" w14:textId="77777777" w:rsidR="002E5772" w:rsidRPr="002E5772" w:rsidRDefault="002E5772" w:rsidP="00F70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E5772" w:rsidRPr="002E5772" w14:paraId="56266467" w14:textId="77777777" w:rsidTr="00F70296">
        <w:tc>
          <w:tcPr>
            <w:tcW w:w="1962" w:type="dxa"/>
          </w:tcPr>
          <w:p w14:paraId="23CF3AE9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013B836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kolokwium, obserwacja w trakcie zajęć </w:t>
            </w:r>
          </w:p>
        </w:tc>
        <w:tc>
          <w:tcPr>
            <w:tcW w:w="2117" w:type="dxa"/>
          </w:tcPr>
          <w:p w14:paraId="6F8ED8F7" w14:textId="77777777"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E5772" w:rsidRPr="002E5772" w14:paraId="3100CC29" w14:textId="77777777" w:rsidTr="00F70296">
        <w:tc>
          <w:tcPr>
            <w:tcW w:w="1962" w:type="dxa"/>
          </w:tcPr>
          <w:p w14:paraId="19E6BA2F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 02</w:t>
            </w:r>
            <w:r w:rsidRPr="002E5772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5441" w:type="dxa"/>
          </w:tcPr>
          <w:p w14:paraId="43814CBB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kolokwium, projekt </w:t>
            </w:r>
          </w:p>
        </w:tc>
        <w:tc>
          <w:tcPr>
            <w:tcW w:w="2117" w:type="dxa"/>
          </w:tcPr>
          <w:p w14:paraId="5269697D" w14:textId="77777777"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E5772" w:rsidRPr="002E5772" w14:paraId="05052E25" w14:textId="77777777" w:rsidTr="00F70296">
        <w:tc>
          <w:tcPr>
            <w:tcW w:w="1962" w:type="dxa"/>
          </w:tcPr>
          <w:p w14:paraId="06A4FC04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0264E4FF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obserwacja w trakcie zajęć. Analiza przypadków. </w:t>
            </w:r>
          </w:p>
        </w:tc>
        <w:tc>
          <w:tcPr>
            <w:tcW w:w="2117" w:type="dxa"/>
          </w:tcPr>
          <w:p w14:paraId="73B1BF4F" w14:textId="77777777"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E5772" w:rsidRPr="002E5772" w14:paraId="1370EECF" w14:textId="77777777" w:rsidTr="00F70296">
        <w:tc>
          <w:tcPr>
            <w:tcW w:w="1962" w:type="dxa"/>
          </w:tcPr>
          <w:p w14:paraId="32C7EFF9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B4DF594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obserwacja w trakcie zajęć. Studium przypadków. Kolokwium.</w:t>
            </w:r>
          </w:p>
        </w:tc>
        <w:tc>
          <w:tcPr>
            <w:tcW w:w="2117" w:type="dxa"/>
          </w:tcPr>
          <w:p w14:paraId="38D30B9A" w14:textId="77777777"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E5772" w:rsidRPr="002E5772" w14:paraId="776134C1" w14:textId="77777777" w:rsidTr="00F70296">
        <w:tc>
          <w:tcPr>
            <w:tcW w:w="1962" w:type="dxa"/>
          </w:tcPr>
          <w:p w14:paraId="6E864932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30B306BD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obserwacja w trakcie zajęć. Analiza przypadków. </w:t>
            </w:r>
          </w:p>
        </w:tc>
        <w:tc>
          <w:tcPr>
            <w:tcW w:w="2117" w:type="dxa"/>
          </w:tcPr>
          <w:p w14:paraId="5F165900" w14:textId="77777777"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E5772" w:rsidRPr="002E5772" w14:paraId="18CCED45" w14:textId="77777777" w:rsidTr="00F70296">
        <w:tc>
          <w:tcPr>
            <w:tcW w:w="1962" w:type="dxa"/>
          </w:tcPr>
          <w:p w14:paraId="6731D58F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7DDABC1E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obserwacja w trakcie zajęć. Dyskusja. </w:t>
            </w:r>
          </w:p>
        </w:tc>
        <w:tc>
          <w:tcPr>
            <w:tcW w:w="2117" w:type="dxa"/>
          </w:tcPr>
          <w:p w14:paraId="4B6FBDB0" w14:textId="77777777"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E5772" w:rsidRPr="002E5772" w14:paraId="532D4BD2" w14:textId="77777777" w:rsidTr="00F70296">
        <w:tc>
          <w:tcPr>
            <w:tcW w:w="1962" w:type="dxa"/>
          </w:tcPr>
          <w:p w14:paraId="08B72BDD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761A6ECF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obserwacja w trakcie zajęć. Ćwiczenia praktyczne. </w:t>
            </w:r>
          </w:p>
        </w:tc>
        <w:tc>
          <w:tcPr>
            <w:tcW w:w="2117" w:type="dxa"/>
          </w:tcPr>
          <w:p w14:paraId="6F19FDDF" w14:textId="77777777"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2E5772" w:rsidRPr="002E5772" w14:paraId="2C86477A" w14:textId="77777777" w:rsidTr="00F70296">
        <w:tc>
          <w:tcPr>
            <w:tcW w:w="1962" w:type="dxa"/>
          </w:tcPr>
          <w:p w14:paraId="0BC2A237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441" w:type="dxa"/>
          </w:tcPr>
          <w:p w14:paraId="44D5D32D" w14:textId="77777777" w:rsidR="002E5772" w:rsidRPr="002E5772" w:rsidRDefault="002E5772" w:rsidP="00F702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14:paraId="5A132BDB" w14:textId="77777777" w:rsidR="002E5772" w:rsidRPr="002E5772" w:rsidRDefault="002E5772" w:rsidP="00F702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14:paraId="3670E1C5" w14:textId="77777777" w:rsidR="002E5772" w:rsidRPr="002E5772" w:rsidRDefault="002E5772" w:rsidP="002E5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2233A" w14:textId="77777777" w:rsidR="002E5772" w:rsidRPr="002E5772" w:rsidRDefault="002E5772" w:rsidP="002E5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85E27AF" w14:textId="77777777" w:rsidR="002E5772" w:rsidRPr="002E5772" w:rsidRDefault="002E5772" w:rsidP="002E5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F254695" w14:textId="77777777" w:rsidR="00C576DE" w:rsidRPr="002E5772" w:rsidRDefault="00C576D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  <w:sectPr w:rsidR="00C576DE" w:rsidRPr="002E5772" w:rsidSect="0079013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E5772" w14:paraId="3614116F" w14:textId="77777777" w:rsidTr="00923D7D">
        <w:tc>
          <w:tcPr>
            <w:tcW w:w="9670" w:type="dxa"/>
          </w:tcPr>
          <w:p w14:paraId="24118C16" w14:textId="77777777" w:rsidR="0085747A" w:rsidRPr="002E5772" w:rsidRDefault="00044BCA" w:rsidP="00BB5B6A">
            <w:pPr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lastRenderedPageBreak/>
              <w:t>Pozytywne zaliczenie kolokwium po pierwszym semestrze; zaprojektowanie działań pomocowych  dla wskazanych przypadków, obserwacja w trakcie zajęć pracy studenta w grupie: przygotowanie i prezentacja materiałów z literatury przedmiotu, przygotowanie i omówienie scenariuszy zajęć, praktyczne ćwiczenie umiejętności, aktywność na zajęciach, praca ze studium przypadków – oceny cząstkowe.</w:t>
            </w:r>
          </w:p>
          <w:p w14:paraId="5037E62F" w14:textId="77777777" w:rsidR="00BB5B6A" w:rsidRPr="002E5772" w:rsidRDefault="00D02F5C" w:rsidP="00BB5B6A">
            <w:pPr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WARUNKI ZALICZENIA KOLOKWIUM (FORMA TESTOWA)</w:t>
            </w:r>
            <w:r w:rsidR="00BB5B6A" w:rsidRPr="002E5772">
              <w:rPr>
                <w:rFonts w:ascii="Corbel" w:hAnsi="Corbel"/>
                <w:sz w:val="24"/>
                <w:szCs w:val="24"/>
              </w:rPr>
              <w:t>: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</w:t>
            </w:r>
            <w:r w:rsidR="00BB5B6A" w:rsidRPr="002E5772">
              <w:rPr>
                <w:rFonts w:ascii="Corbel" w:hAnsi="Corbel"/>
                <w:sz w:val="24"/>
                <w:szCs w:val="24"/>
              </w:rPr>
              <w:t>50-59% - ocena dostateczna (3,0) ;  60-69% - ocena dostateczna plus (3,5); 70-79% - ocena dobra (4,0); 80-89% - ocena dobra plus (4,5);  90-100% - ocena bardzo dobra (5,0)</w:t>
            </w:r>
          </w:p>
          <w:p w14:paraId="0B8669C7" w14:textId="77777777" w:rsidR="00D02F5C" w:rsidRPr="002E5772" w:rsidRDefault="00E563F0" w:rsidP="00BB5B6A">
            <w:pPr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Metody weryfikacji efektów kształcenia w zakresie wiedzy: student rozpoznaje odpowiedź w teście jednokrotnego wyboru na kolokwium zaliczeniowym i prawidłowo odpowiada na pytania w trakcie zajęć.</w:t>
            </w:r>
          </w:p>
          <w:p w14:paraId="3E949C75" w14:textId="77777777" w:rsidR="00D02F5C" w:rsidRPr="002E5772" w:rsidRDefault="00E563F0" w:rsidP="00BB5B6A">
            <w:pPr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Metody weryfikacji efektów kształcenia w zakresie umiejętności:  krótkie zadania domowe, obserwacja zachowań, ocena zaangażowania w dyskusji (ocena formująca) pozwalająca ocenić umiejętności praktyczne studenta.</w:t>
            </w:r>
          </w:p>
          <w:p w14:paraId="664311F0" w14:textId="77777777" w:rsidR="008F7935" w:rsidRPr="002E5772" w:rsidRDefault="00E563F0" w:rsidP="00BB5B6A">
            <w:pPr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Metody weryfikacji efektów kształcenia w zakresie kompetencji społecznych: rozwiązywanie zadań problemowych, w trakcie których student jest obserwowany przez nauczyciela.</w:t>
            </w:r>
          </w:p>
        </w:tc>
      </w:tr>
    </w:tbl>
    <w:p w14:paraId="3AEDA2B8" w14:textId="77777777" w:rsidR="0085747A" w:rsidRPr="002E577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84D0D" w14:textId="77777777" w:rsidR="00BB5B6A" w:rsidRPr="002E5772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D00CE42" w14:textId="77777777" w:rsidR="00BB5B6A" w:rsidRPr="002E5772" w:rsidRDefault="00BB5B6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72F567FB" w14:textId="77777777" w:rsidR="002E5772" w:rsidRPr="002E5772" w:rsidRDefault="002E5772" w:rsidP="002E57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E5772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14:paraId="4BA2F641" w14:textId="77777777" w:rsidR="002E5772" w:rsidRPr="002E5772" w:rsidRDefault="002E5772" w:rsidP="002E5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E5772" w:rsidRPr="002E5772" w14:paraId="0CA5565C" w14:textId="77777777" w:rsidTr="007E65AB">
        <w:tc>
          <w:tcPr>
            <w:tcW w:w="4962" w:type="dxa"/>
            <w:vAlign w:val="center"/>
          </w:tcPr>
          <w:p w14:paraId="45CDEF02" w14:textId="77777777" w:rsidR="002E5772" w:rsidRPr="002E5772" w:rsidRDefault="002E5772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577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856FFF0" w14:textId="77777777" w:rsidR="002E5772" w:rsidRPr="002E5772" w:rsidRDefault="002E5772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577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E5772" w:rsidRPr="002E5772" w14:paraId="33C6E771" w14:textId="77777777" w:rsidTr="007E65AB">
        <w:tc>
          <w:tcPr>
            <w:tcW w:w="4962" w:type="dxa"/>
          </w:tcPr>
          <w:p w14:paraId="3DEEB56E" w14:textId="77777777" w:rsidR="002E5772" w:rsidRPr="002E5772" w:rsidRDefault="002E5772" w:rsidP="00CF01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09B304AC" w14:textId="42342B98" w:rsidR="002E5772" w:rsidRPr="002E5772" w:rsidRDefault="00544511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E5772" w:rsidRPr="002E5772" w14:paraId="78971D2B" w14:textId="77777777" w:rsidTr="007E65AB">
        <w:tc>
          <w:tcPr>
            <w:tcW w:w="4962" w:type="dxa"/>
          </w:tcPr>
          <w:p w14:paraId="70A9B34A" w14:textId="77777777" w:rsidR="002E5772" w:rsidRPr="002E5772" w:rsidRDefault="002E5772" w:rsidP="007E6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9500489" w14:textId="77777777" w:rsidR="002E5772" w:rsidRPr="002E5772" w:rsidRDefault="002E5772" w:rsidP="007E6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DCACFEA" w14:textId="77777777" w:rsidR="002E5772" w:rsidRPr="002E5772" w:rsidRDefault="002E5772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E5772" w:rsidRPr="002E5772" w14:paraId="12F4D36E" w14:textId="77777777" w:rsidTr="007E65AB">
        <w:tc>
          <w:tcPr>
            <w:tcW w:w="4962" w:type="dxa"/>
          </w:tcPr>
          <w:p w14:paraId="584700AB" w14:textId="77777777" w:rsidR="002E5772" w:rsidRPr="002E5772" w:rsidRDefault="002E5772" w:rsidP="007E6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984DE74" w14:textId="5EBDA08F" w:rsidR="007B61D1" w:rsidRDefault="002E5772" w:rsidP="007E6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D7164B4" w14:textId="77777777" w:rsidR="002E5772" w:rsidRDefault="002E5772" w:rsidP="007E6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36F17850" w14:textId="4AA2C5D5" w:rsidR="007B61D1" w:rsidRPr="002E5772" w:rsidRDefault="007B61D1" w:rsidP="007E6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14:paraId="51844706" w14:textId="5DB6B552" w:rsidR="002E5772" w:rsidRDefault="002E5772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E98CED" w14:textId="77777777" w:rsidR="007B61D1" w:rsidRDefault="007B61D1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2F53F5E" w14:textId="391CDFA4" w:rsidR="007B61D1" w:rsidRDefault="00544511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10B28C51" w14:textId="77777777" w:rsidR="007B61D1" w:rsidRDefault="007B61D1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8A166E2" w14:textId="5611004F" w:rsidR="007B61D1" w:rsidRPr="002E5772" w:rsidRDefault="007B61D1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4451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2E5772" w:rsidRPr="002E5772" w14:paraId="32E4C5CE" w14:textId="77777777" w:rsidTr="007E65AB">
        <w:tc>
          <w:tcPr>
            <w:tcW w:w="4962" w:type="dxa"/>
          </w:tcPr>
          <w:p w14:paraId="555FE8F1" w14:textId="77777777" w:rsidR="002E5772" w:rsidRPr="002E5772" w:rsidRDefault="002E5772" w:rsidP="007E65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B78586A" w14:textId="77777777" w:rsidR="002E5772" w:rsidRPr="002E5772" w:rsidRDefault="002E5772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2E5772" w:rsidRPr="002E5772" w14:paraId="535A4895" w14:textId="77777777" w:rsidTr="007E65AB">
        <w:tc>
          <w:tcPr>
            <w:tcW w:w="4962" w:type="dxa"/>
          </w:tcPr>
          <w:p w14:paraId="0D854DE0" w14:textId="77777777" w:rsidR="002E5772" w:rsidRPr="002E5772" w:rsidRDefault="002E5772" w:rsidP="007E65A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E577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E093C47" w14:textId="77777777" w:rsidR="002E5772" w:rsidRPr="002E5772" w:rsidRDefault="002E5772" w:rsidP="007E65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577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99F5F55" w14:textId="77777777" w:rsidR="002E5772" w:rsidRPr="002E5772" w:rsidRDefault="002E5772" w:rsidP="002E577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2E577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2192C9B" w14:textId="77777777" w:rsidR="002E5772" w:rsidRPr="002E5772" w:rsidRDefault="002E5772" w:rsidP="002E5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0D8EE" w14:textId="77777777" w:rsidR="002E5772" w:rsidRPr="002E5772" w:rsidRDefault="002E5772" w:rsidP="002E57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>6. PRAKTYKI ZAWODOWE W RAMACH PRZEDMIOTU</w:t>
      </w:r>
    </w:p>
    <w:p w14:paraId="591ED2CA" w14:textId="77777777" w:rsidR="002E5772" w:rsidRPr="002E5772" w:rsidRDefault="002E5772" w:rsidP="002E57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2E5772" w:rsidRPr="002E5772" w14:paraId="73A6BD34" w14:textId="77777777" w:rsidTr="007E65AB">
        <w:trPr>
          <w:trHeight w:val="397"/>
        </w:trPr>
        <w:tc>
          <w:tcPr>
            <w:tcW w:w="4082" w:type="dxa"/>
          </w:tcPr>
          <w:p w14:paraId="0E89864C" w14:textId="77777777" w:rsidR="002E5772" w:rsidRPr="002E5772" w:rsidRDefault="002E5772" w:rsidP="007E65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CF1CF33" w14:textId="77777777" w:rsidR="002E5772" w:rsidRPr="002E5772" w:rsidRDefault="002E5772" w:rsidP="007E65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E5772" w:rsidRPr="002E5772" w14:paraId="7493A278" w14:textId="77777777" w:rsidTr="007E65AB">
        <w:trPr>
          <w:trHeight w:val="397"/>
        </w:trPr>
        <w:tc>
          <w:tcPr>
            <w:tcW w:w="4082" w:type="dxa"/>
          </w:tcPr>
          <w:p w14:paraId="5EB56063" w14:textId="77777777" w:rsidR="002E5772" w:rsidRPr="002E5772" w:rsidRDefault="002E5772" w:rsidP="007E65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F3F9067" w14:textId="77777777" w:rsidR="002E5772" w:rsidRPr="002E5772" w:rsidRDefault="002E5772" w:rsidP="007E65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57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5ECCDAE4" w14:textId="77777777" w:rsidR="00C576DE" w:rsidRPr="002E5772" w:rsidRDefault="00C576D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  <w:sectPr w:rsidR="00C576DE" w:rsidRPr="002E5772" w:rsidSect="0079013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3F63C0F" w14:textId="77777777" w:rsidR="003E1941" w:rsidRPr="002E5772" w:rsidRDefault="0085747A" w:rsidP="002E5772">
      <w:pPr>
        <w:pStyle w:val="Bezodstpw"/>
        <w:ind w:left="284" w:hanging="284"/>
        <w:jc w:val="both"/>
        <w:rPr>
          <w:rFonts w:ascii="Corbel" w:hAnsi="Corbel"/>
          <w:b/>
          <w:smallCaps/>
          <w:sz w:val="24"/>
          <w:szCs w:val="24"/>
        </w:rPr>
      </w:pPr>
      <w:r w:rsidRPr="002E5772">
        <w:rPr>
          <w:rFonts w:ascii="Corbel" w:hAnsi="Corbel"/>
          <w:b/>
          <w:sz w:val="24"/>
          <w:szCs w:val="24"/>
        </w:rPr>
        <w:lastRenderedPageBreak/>
        <w:t>5</w:t>
      </w:r>
    </w:p>
    <w:p w14:paraId="486B067B" w14:textId="77777777" w:rsidR="0085747A" w:rsidRPr="002E577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5772">
        <w:rPr>
          <w:rFonts w:ascii="Corbel" w:hAnsi="Corbel"/>
          <w:smallCaps w:val="0"/>
          <w:szCs w:val="24"/>
        </w:rPr>
        <w:t xml:space="preserve">7. </w:t>
      </w:r>
      <w:r w:rsidR="0085747A" w:rsidRPr="002E5772">
        <w:rPr>
          <w:rFonts w:ascii="Corbel" w:hAnsi="Corbel"/>
          <w:smallCaps w:val="0"/>
          <w:szCs w:val="24"/>
        </w:rPr>
        <w:t>LITERATURA</w:t>
      </w:r>
      <w:r w:rsidRPr="002E5772">
        <w:rPr>
          <w:rFonts w:ascii="Corbel" w:hAnsi="Corbel"/>
          <w:smallCaps w:val="0"/>
          <w:szCs w:val="24"/>
        </w:rPr>
        <w:t xml:space="preserve"> </w:t>
      </w:r>
    </w:p>
    <w:p w14:paraId="4CE4806A" w14:textId="77777777" w:rsidR="00675843" w:rsidRPr="002E577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2E5772" w14:paraId="742CCB9C" w14:textId="77777777" w:rsidTr="00495ABD">
        <w:trPr>
          <w:trHeight w:val="397"/>
        </w:trPr>
        <w:tc>
          <w:tcPr>
            <w:tcW w:w="9356" w:type="dxa"/>
          </w:tcPr>
          <w:p w14:paraId="751F3347" w14:textId="77777777" w:rsidR="00044BCA" w:rsidRPr="002E5772" w:rsidRDefault="0085747A" w:rsidP="00C576DE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E5772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044BCA" w:rsidRPr="002E5772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48FF23A7" w14:textId="77777777" w:rsidR="00044BCA" w:rsidRPr="002E5772" w:rsidRDefault="00044BCA" w:rsidP="00C576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0" w:hanging="43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Faherty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C.,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Autyzm. Co to dla mnie znaczy? Podręcznik z ćwiczeniami dla dzieci i dorosłych ze spektrum autyzmu</w:t>
            </w:r>
            <w:r w:rsidRPr="002E5772">
              <w:rPr>
                <w:rFonts w:ascii="Corbel" w:hAnsi="Corbel"/>
                <w:sz w:val="24"/>
                <w:szCs w:val="24"/>
              </w:rPr>
              <w:t>. Kraków, Wydawnictwo Uniwersytetu Jagiellońskiego, 2016.</w:t>
            </w:r>
          </w:p>
          <w:p w14:paraId="7F07970E" w14:textId="77777777" w:rsidR="00C576DE" w:rsidRPr="002E5772" w:rsidRDefault="00C576DE" w:rsidP="00C576DE">
            <w:pPr>
              <w:pStyle w:val="Akapitzlist"/>
              <w:spacing w:after="0" w:line="240" w:lineRule="auto"/>
              <w:ind w:left="430"/>
              <w:rPr>
                <w:rFonts w:ascii="Corbel" w:hAnsi="Corbel"/>
                <w:sz w:val="24"/>
                <w:szCs w:val="24"/>
              </w:rPr>
            </w:pPr>
          </w:p>
          <w:p w14:paraId="613AE8AC" w14:textId="77777777" w:rsidR="00044BCA" w:rsidRPr="002E5772" w:rsidRDefault="00044BCA" w:rsidP="00C576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0" w:hanging="43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Reddy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L.,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Rozwijanie umiejętności społecznych dziecka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. Warszawa, Wydawnictwo Naukowe PWN, 2014. </w:t>
            </w:r>
          </w:p>
          <w:p w14:paraId="2BFD009A" w14:textId="77777777" w:rsidR="00C576DE" w:rsidRPr="002E5772" w:rsidRDefault="00C576DE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40CDFED" w14:textId="77777777" w:rsidR="00044BCA" w:rsidRPr="002E5772" w:rsidRDefault="00044BCA" w:rsidP="00C576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0" w:hanging="43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Bllomquist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M.,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Trening umiejętności dla dzieci z zachowaniami problemowymi. Podręcznik dla rodziców i terapeutów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, Kraków, Wydawnictwo Uniwersytetu Jagiellońskiego, 2011 </w:t>
            </w:r>
          </w:p>
          <w:p w14:paraId="1CF7419E" w14:textId="77777777" w:rsidR="00C576DE" w:rsidRPr="002E5772" w:rsidRDefault="00C576DE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49D1EEB" w14:textId="77777777" w:rsidR="0085747A" w:rsidRPr="002E5772" w:rsidRDefault="00FE5425" w:rsidP="00C576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0" w:hanging="43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Baker, J.,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Ilustrowany podręcznik umiejętności społecznych. Trening komunikacji, zabawy i emocji dla dzieci z autyzmem</w:t>
            </w:r>
            <w:r w:rsidRPr="002E5772">
              <w:rPr>
                <w:rFonts w:ascii="Corbel" w:hAnsi="Corbel"/>
                <w:sz w:val="24"/>
                <w:szCs w:val="24"/>
              </w:rPr>
              <w:t>, Harmonia, 2016</w:t>
            </w:r>
          </w:p>
          <w:p w14:paraId="2AB7F304" w14:textId="77777777" w:rsidR="00C576DE" w:rsidRPr="002E5772" w:rsidRDefault="00C576DE" w:rsidP="00C576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DF2AB87" w14:textId="77777777" w:rsidR="00BB5B6A" w:rsidRPr="002E5772" w:rsidRDefault="00BB5B6A" w:rsidP="00C576DE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30" w:hanging="430"/>
              <w:outlineLvl w:val="0"/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</w:pPr>
            <w:proofErr w:type="spellStart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Myers</w:t>
            </w:r>
            <w:proofErr w:type="spellEnd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, M. J.,</w:t>
            </w:r>
            <w:r w:rsidRPr="002E5772">
              <w:rPr>
                <w:rFonts w:ascii="Corbel" w:eastAsia="Times New Roman" w:hAnsi="Corbel"/>
                <w:bCs/>
                <w:i/>
                <w:color w:val="222222"/>
                <w:kern w:val="36"/>
                <w:sz w:val="24"/>
                <w:szCs w:val="24"/>
                <w:lang w:eastAsia="pl-PL"/>
              </w:rPr>
              <w:t xml:space="preserve"> Rozwijanie umiejętności życiowych u dzieci z autyzmem lub zespołem Aspergera</w:t>
            </w:r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 xml:space="preserve">, Harmonia, 2016 </w:t>
            </w:r>
          </w:p>
          <w:p w14:paraId="11AB5A66" w14:textId="77777777" w:rsidR="00C576DE" w:rsidRPr="002E5772" w:rsidRDefault="00C576DE" w:rsidP="00C576DE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</w:pPr>
          </w:p>
          <w:p w14:paraId="75B7B45F" w14:textId="77777777" w:rsidR="00BB5B6A" w:rsidRPr="002E5772" w:rsidRDefault="00BB5B6A" w:rsidP="00C576DE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30" w:hanging="430"/>
              <w:outlineLvl w:val="0"/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</w:pPr>
            <w:proofErr w:type="spellStart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O’Toole</w:t>
            </w:r>
            <w:proofErr w:type="spellEnd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, C.J. (</w:t>
            </w:r>
            <w:r w:rsidRPr="002E5772">
              <w:rPr>
                <w:rFonts w:ascii="Corbel" w:eastAsia="Times New Roman" w:hAnsi="Corbel"/>
                <w:bCs/>
                <w:i/>
                <w:color w:val="222222"/>
                <w:kern w:val="36"/>
                <w:sz w:val="24"/>
                <w:szCs w:val="24"/>
                <w:lang w:eastAsia="pl-PL"/>
              </w:rPr>
              <w:t xml:space="preserve">Sekretna) księga </w:t>
            </w:r>
            <w:proofErr w:type="spellStart"/>
            <w:r w:rsidRPr="002E5772">
              <w:rPr>
                <w:rFonts w:ascii="Corbel" w:eastAsia="Times New Roman" w:hAnsi="Corbel"/>
                <w:bCs/>
                <w:i/>
                <w:color w:val="222222"/>
                <w:kern w:val="36"/>
                <w:sz w:val="24"/>
                <w:szCs w:val="24"/>
                <w:lang w:eastAsia="pl-PL"/>
              </w:rPr>
              <w:t>asperdzieciaka</w:t>
            </w:r>
            <w:proofErr w:type="spellEnd"/>
            <w:r w:rsidRPr="002E5772"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  <w:t>, Kraków, WUJ, 2018</w:t>
            </w:r>
          </w:p>
          <w:p w14:paraId="238F9EFE" w14:textId="77777777" w:rsidR="00C576DE" w:rsidRPr="002E5772" w:rsidRDefault="00C576DE" w:rsidP="00C576DE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/>
                <w:bCs/>
                <w:color w:val="222222"/>
                <w:kern w:val="36"/>
                <w:sz w:val="24"/>
                <w:szCs w:val="24"/>
                <w:lang w:eastAsia="pl-PL"/>
              </w:rPr>
            </w:pPr>
          </w:p>
          <w:p w14:paraId="57D34120" w14:textId="77777777" w:rsidR="00BB5B6A" w:rsidRPr="002E5772" w:rsidRDefault="00BB5B6A" w:rsidP="00C576DE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430" w:hanging="430"/>
              <w:outlineLvl w:val="0"/>
              <w:rPr>
                <w:rFonts w:ascii="Corbel" w:hAnsi="Corbel"/>
                <w:color w:val="333333"/>
                <w:sz w:val="24"/>
                <w:szCs w:val="24"/>
                <w:shd w:val="clear" w:color="auto" w:fill="FFFFFF"/>
              </w:rPr>
            </w:pPr>
            <w:r w:rsidRPr="002E5772">
              <w:rPr>
                <w:rFonts w:ascii="Corbel" w:hAnsi="Corbel"/>
                <w:color w:val="333333"/>
                <w:sz w:val="24"/>
                <w:szCs w:val="24"/>
                <w:shd w:val="clear" w:color="auto" w:fill="FFFFFF"/>
              </w:rPr>
              <w:t xml:space="preserve">Sędłak, D. Trampolina+ </w:t>
            </w:r>
            <w:r w:rsidRPr="002E5772">
              <w:rPr>
                <w:rFonts w:ascii="Corbel" w:hAnsi="Corbel"/>
                <w:i/>
                <w:color w:val="333333"/>
                <w:sz w:val="24"/>
                <w:szCs w:val="24"/>
                <w:shd w:val="clear" w:color="auto" w:fill="FFFFFF"/>
              </w:rPr>
              <w:t>Wspomaganie umiejętności społecznych</w:t>
            </w:r>
            <w:r w:rsidRPr="002E5772">
              <w:rPr>
                <w:rFonts w:ascii="Corbel" w:hAnsi="Corbel"/>
                <w:color w:val="333333"/>
                <w:sz w:val="24"/>
                <w:szCs w:val="24"/>
                <w:shd w:val="clear" w:color="auto" w:fill="FFFFFF"/>
              </w:rPr>
              <w:t>, 2017</w:t>
            </w:r>
          </w:p>
          <w:p w14:paraId="5E765412" w14:textId="77777777" w:rsidR="00C576DE" w:rsidRPr="002E5772" w:rsidRDefault="00C576DE" w:rsidP="00C576DE">
            <w:pPr>
              <w:shd w:val="clear" w:color="auto" w:fill="FFFFFF"/>
              <w:spacing w:after="0" w:line="240" w:lineRule="auto"/>
              <w:outlineLvl w:val="0"/>
              <w:rPr>
                <w:rFonts w:ascii="Corbel" w:hAnsi="Corbel"/>
                <w:color w:val="333333"/>
                <w:sz w:val="24"/>
                <w:szCs w:val="24"/>
                <w:shd w:val="clear" w:color="auto" w:fill="FFFFFF"/>
              </w:rPr>
            </w:pPr>
          </w:p>
          <w:p w14:paraId="7C842282" w14:textId="77777777" w:rsidR="00BB5B6A" w:rsidRPr="002E5772" w:rsidRDefault="00BB5B6A" w:rsidP="00C576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30" w:hanging="430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Gray, C., </w:t>
            </w:r>
            <w:hyperlink r:id="rId8" w:tgtFrame="_blank" w:history="1">
              <w:r w:rsidRPr="002E5772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Nowe historyjki społeczne - Ponad 150 historyjek, które uczą umiejętności społecznych dzieci z autyzmem, zespołem Aspergera i ich rówieśników</w:t>
              </w:r>
              <w:r w:rsidRPr="002E5772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</w:p>
        </w:tc>
      </w:tr>
      <w:tr w:rsidR="0085747A" w:rsidRPr="002E5772" w14:paraId="690C8F57" w14:textId="77777777" w:rsidTr="00495ABD">
        <w:trPr>
          <w:trHeight w:val="397"/>
        </w:trPr>
        <w:tc>
          <w:tcPr>
            <w:tcW w:w="9356" w:type="dxa"/>
          </w:tcPr>
          <w:p w14:paraId="758C1F92" w14:textId="77777777" w:rsidR="0085747A" w:rsidRPr="002E5772" w:rsidRDefault="0085747A" w:rsidP="00A7684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E577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BA426A4" w14:textId="77777777" w:rsidR="00495ABD" w:rsidRPr="002E5772" w:rsidRDefault="00495ABD" w:rsidP="00C576D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36B2C23" w14:textId="77777777" w:rsidR="00044BCA" w:rsidRPr="002E5772" w:rsidRDefault="00044BCA" w:rsidP="00A7684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0" w:hanging="425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Kendall, P.C.,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Terapia poznawczo-behawioralna zaburzeń lękow</w:t>
            </w:r>
            <w:r w:rsidR="005F1B45" w:rsidRPr="002E5772">
              <w:rPr>
                <w:rFonts w:ascii="Corbel" w:hAnsi="Corbel"/>
                <w:i/>
                <w:sz w:val="24"/>
                <w:szCs w:val="24"/>
              </w:rPr>
              <w:t>ych u dzieci i młodzieży</w:t>
            </w:r>
            <w:r w:rsidR="005F1B45" w:rsidRPr="002E5772">
              <w:rPr>
                <w:rFonts w:ascii="Corbel" w:hAnsi="Corbel"/>
                <w:sz w:val="24"/>
                <w:szCs w:val="24"/>
              </w:rPr>
              <w:t>., Gdańs</w:t>
            </w:r>
            <w:r w:rsidRPr="002E5772">
              <w:rPr>
                <w:rFonts w:ascii="Corbel" w:hAnsi="Corbel"/>
                <w:sz w:val="24"/>
                <w:szCs w:val="24"/>
              </w:rPr>
              <w:t>k, GWP 2013</w:t>
            </w:r>
          </w:p>
          <w:p w14:paraId="4188E3ED" w14:textId="77777777" w:rsidR="00A76843" w:rsidRPr="002E5772" w:rsidRDefault="00A76843" w:rsidP="00A76843">
            <w:pPr>
              <w:pStyle w:val="Akapitzlist"/>
              <w:spacing w:after="0" w:line="240" w:lineRule="auto"/>
              <w:ind w:left="430"/>
              <w:rPr>
                <w:rFonts w:ascii="Corbel" w:hAnsi="Corbel"/>
                <w:sz w:val="24"/>
                <w:szCs w:val="24"/>
              </w:rPr>
            </w:pPr>
          </w:p>
          <w:p w14:paraId="3B9CD131" w14:textId="77777777" w:rsidR="00044BCA" w:rsidRPr="002E5772" w:rsidRDefault="00044BCA" w:rsidP="00A7684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0" w:hanging="425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Kaiser, S.,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Zabawa w uważność. 60 oryginalnych gier i zabaw.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Wydawnictwo Galaktyka 2017 </w:t>
            </w:r>
          </w:p>
          <w:p w14:paraId="0A121354" w14:textId="77777777" w:rsidR="00A76843" w:rsidRPr="002E5772" w:rsidRDefault="00A76843" w:rsidP="00A768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7C3EC7" w14:textId="77777777" w:rsidR="00044BCA" w:rsidRPr="002E5772" w:rsidRDefault="00044BCA" w:rsidP="00A7684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0" w:hanging="425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Lantieri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L.,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Rozwój inteligencji emocjonalnej Twojego dziecka</w:t>
            </w:r>
            <w:r w:rsidRPr="002E5772">
              <w:rPr>
                <w:rFonts w:ascii="Corbel" w:hAnsi="Corbel"/>
                <w:sz w:val="24"/>
                <w:szCs w:val="24"/>
              </w:rPr>
              <w:t>. Gliwice, Helion, 2009</w:t>
            </w:r>
          </w:p>
          <w:p w14:paraId="23813A27" w14:textId="77777777" w:rsidR="00A76843" w:rsidRPr="002E5772" w:rsidRDefault="00A76843" w:rsidP="00A768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FA0A656" w14:textId="77777777" w:rsidR="00044BCA" w:rsidRPr="002E5772" w:rsidRDefault="00044BCA" w:rsidP="00A7684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0" w:hanging="425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Seligm</w:t>
            </w:r>
            <w:r w:rsidR="00495ABD" w:rsidRPr="002E5772">
              <w:rPr>
                <w:rFonts w:ascii="Corbel" w:hAnsi="Corbel"/>
                <w:sz w:val="24"/>
                <w:szCs w:val="24"/>
              </w:rPr>
              <w:t>an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 xml:space="preserve">, M.,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W małym ciele duży zuch. Skuteczny program zapobiegania depresji u dzieci</w:t>
            </w:r>
            <w:r w:rsidRPr="002E5772">
              <w:rPr>
                <w:rFonts w:ascii="Corbel" w:hAnsi="Corbel"/>
                <w:sz w:val="24"/>
                <w:szCs w:val="24"/>
              </w:rPr>
              <w:t>., Gliwice, Helion,2010</w:t>
            </w:r>
          </w:p>
          <w:p w14:paraId="411A059D" w14:textId="77777777" w:rsidR="00A76843" w:rsidRPr="002E5772" w:rsidRDefault="00A76843" w:rsidP="00A768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E561FBE" w14:textId="77777777" w:rsidR="00044BCA" w:rsidRPr="002E5772" w:rsidRDefault="00FE5425" w:rsidP="00A7684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30" w:hanging="425"/>
              <w:rPr>
                <w:rFonts w:ascii="Corbel" w:hAnsi="Corbel"/>
                <w:sz w:val="24"/>
                <w:szCs w:val="24"/>
              </w:rPr>
            </w:pPr>
            <w:r w:rsidRPr="002E5772">
              <w:rPr>
                <w:rFonts w:ascii="Corbel" w:hAnsi="Corbel"/>
                <w:sz w:val="24"/>
                <w:szCs w:val="24"/>
              </w:rPr>
              <w:t xml:space="preserve">Święcicka, J. </w:t>
            </w:r>
            <w:r w:rsidRPr="002E5772">
              <w:rPr>
                <w:rFonts w:ascii="Corbel" w:hAnsi="Corbel"/>
                <w:i/>
                <w:sz w:val="24"/>
                <w:szCs w:val="24"/>
              </w:rPr>
              <w:t>Ja i grupa. Trening dla uczniów.</w:t>
            </w:r>
            <w:r w:rsidRPr="002E5772">
              <w:rPr>
                <w:rFonts w:ascii="Corbel" w:hAnsi="Corbel"/>
                <w:sz w:val="24"/>
                <w:szCs w:val="24"/>
              </w:rPr>
              <w:t xml:space="preserve"> Warszawa, </w:t>
            </w:r>
            <w:proofErr w:type="spellStart"/>
            <w:r w:rsidRPr="002E577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2E5772">
              <w:rPr>
                <w:rFonts w:ascii="Corbel" w:hAnsi="Corbel"/>
                <w:sz w:val="24"/>
                <w:szCs w:val="24"/>
              </w:rPr>
              <w:t>, 2010.</w:t>
            </w:r>
          </w:p>
        </w:tc>
      </w:tr>
    </w:tbl>
    <w:p w14:paraId="21E3FC36" w14:textId="77777777" w:rsidR="0085747A" w:rsidRPr="002E577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F63E8" w14:textId="77777777" w:rsidR="0085747A" w:rsidRPr="002E577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E577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AB88F46" w14:textId="77777777" w:rsidR="00A76843" w:rsidRPr="002E5772" w:rsidRDefault="00A768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D6206" w14:textId="77777777" w:rsidR="00A76843" w:rsidRPr="002E5772" w:rsidRDefault="00A768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641BE" w14:textId="77777777" w:rsidR="00A76843" w:rsidRPr="002E5772" w:rsidRDefault="00A768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94ED64" w14:textId="77777777" w:rsidR="00A76843" w:rsidRPr="002E5772" w:rsidRDefault="00A768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3E73A" w14:textId="77777777" w:rsidR="00A76843" w:rsidRPr="002E5772" w:rsidRDefault="00A76843" w:rsidP="00A7684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A76843" w:rsidRPr="002E5772" w:rsidSect="007901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CDFF2" w14:textId="77777777" w:rsidR="0092608D" w:rsidRDefault="0092608D" w:rsidP="00C16ABF">
      <w:pPr>
        <w:spacing w:after="0" w:line="240" w:lineRule="auto"/>
      </w:pPr>
      <w:r>
        <w:separator/>
      </w:r>
    </w:p>
  </w:endnote>
  <w:endnote w:type="continuationSeparator" w:id="0">
    <w:p w14:paraId="769BEECC" w14:textId="77777777" w:rsidR="0092608D" w:rsidRDefault="009260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37A4B" w14:textId="77777777" w:rsidR="0092608D" w:rsidRDefault="0092608D" w:rsidP="00C16ABF">
      <w:pPr>
        <w:spacing w:after="0" w:line="240" w:lineRule="auto"/>
      </w:pPr>
      <w:r>
        <w:separator/>
      </w:r>
    </w:p>
  </w:footnote>
  <w:footnote w:type="continuationSeparator" w:id="0">
    <w:p w14:paraId="37BC140D" w14:textId="77777777" w:rsidR="0092608D" w:rsidRDefault="0092608D" w:rsidP="00C16ABF">
      <w:pPr>
        <w:spacing w:after="0" w:line="240" w:lineRule="auto"/>
      </w:pPr>
      <w:r>
        <w:continuationSeparator/>
      </w:r>
    </w:p>
  </w:footnote>
  <w:footnote w:id="1">
    <w:p w14:paraId="7182914E" w14:textId="77777777" w:rsidR="0082510E" w:rsidRDefault="0082510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0769D8"/>
    <w:multiLevelType w:val="hybridMultilevel"/>
    <w:tmpl w:val="47C0F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5E07E7"/>
    <w:multiLevelType w:val="hybridMultilevel"/>
    <w:tmpl w:val="C8F28568"/>
    <w:lvl w:ilvl="0" w:tplc="1EC6E4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064AA"/>
    <w:multiLevelType w:val="hybridMultilevel"/>
    <w:tmpl w:val="17E035BC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B7F2C"/>
    <w:multiLevelType w:val="hybridMultilevel"/>
    <w:tmpl w:val="16647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031197">
    <w:abstractNumId w:val="0"/>
  </w:num>
  <w:num w:numId="2" w16cid:durableId="1343512815">
    <w:abstractNumId w:val="3"/>
  </w:num>
  <w:num w:numId="3" w16cid:durableId="1121991585">
    <w:abstractNumId w:val="1"/>
  </w:num>
  <w:num w:numId="4" w16cid:durableId="1660844881">
    <w:abstractNumId w:val="4"/>
  </w:num>
  <w:num w:numId="5" w16cid:durableId="77490366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3B64"/>
    <w:rsid w:val="00015B8F"/>
    <w:rsid w:val="00015D72"/>
    <w:rsid w:val="00022ECE"/>
    <w:rsid w:val="00042A51"/>
    <w:rsid w:val="00042D2E"/>
    <w:rsid w:val="00044BCA"/>
    <w:rsid w:val="00044C82"/>
    <w:rsid w:val="00070ED6"/>
    <w:rsid w:val="00071A82"/>
    <w:rsid w:val="000742DC"/>
    <w:rsid w:val="00080D1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006"/>
    <w:rsid w:val="001640A7"/>
    <w:rsid w:val="00164FA7"/>
    <w:rsid w:val="00166A03"/>
    <w:rsid w:val="001718A7"/>
    <w:rsid w:val="001737CF"/>
    <w:rsid w:val="00176083"/>
    <w:rsid w:val="00192F37"/>
    <w:rsid w:val="00197681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772"/>
    <w:rsid w:val="002F02A3"/>
    <w:rsid w:val="002F4ABE"/>
    <w:rsid w:val="003018BA"/>
    <w:rsid w:val="0030395F"/>
    <w:rsid w:val="00305C92"/>
    <w:rsid w:val="003068BE"/>
    <w:rsid w:val="003151C5"/>
    <w:rsid w:val="00327972"/>
    <w:rsid w:val="003343CF"/>
    <w:rsid w:val="00346FE9"/>
    <w:rsid w:val="0034759A"/>
    <w:rsid w:val="003503F6"/>
    <w:rsid w:val="003530DD"/>
    <w:rsid w:val="00363F78"/>
    <w:rsid w:val="00375343"/>
    <w:rsid w:val="003A0A5B"/>
    <w:rsid w:val="003A1176"/>
    <w:rsid w:val="003C0BAE"/>
    <w:rsid w:val="003D18A9"/>
    <w:rsid w:val="003D6CE2"/>
    <w:rsid w:val="003E1941"/>
    <w:rsid w:val="003E2FE6"/>
    <w:rsid w:val="003E43EA"/>
    <w:rsid w:val="003E49D5"/>
    <w:rsid w:val="003E65DF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763"/>
    <w:rsid w:val="004706D1"/>
    <w:rsid w:val="00471326"/>
    <w:rsid w:val="0047598D"/>
    <w:rsid w:val="00480610"/>
    <w:rsid w:val="004840FD"/>
    <w:rsid w:val="00490F7D"/>
    <w:rsid w:val="00491678"/>
    <w:rsid w:val="00495ABD"/>
    <w:rsid w:val="004968E2"/>
    <w:rsid w:val="004A3EEA"/>
    <w:rsid w:val="004A4D1F"/>
    <w:rsid w:val="004D5282"/>
    <w:rsid w:val="004F1551"/>
    <w:rsid w:val="004F55A3"/>
    <w:rsid w:val="00503796"/>
    <w:rsid w:val="0050496F"/>
    <w:rsid w:val="00513B6F"/>
    <w:rsid w:val="00517C63"/>
    <w:rsid w:val="005363C4"/>
    <w:rsid w:val="00536BDE"/>
    <w:rsid w:val="00543ACC"/>
    <w:rsid w:val="00544511"/>
    <w:rsid w:val="0056696D"/>
    <w:rsid w:val="005841C0"/>
    <w:rsid w:val="0059484D"/>
    <w:rsid w:val="005A0855"/>
    <w:rsid w:val="005A3196"/>
    <w:rsid w:val="005A60A3"/>
    <w:rsid w:val="005B3088"/>
    <w:rsid w:val="005C080F"/>
    <w:rsid w:val="005C55E5"/>
    <w:rsid w:val="005C696A"/>
    <w:rsid w:val="005E6E85"/>
    <w:rsid w:val="005F1B4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A0C"/>
    <w:rsid w:val="006F1FBC"/>
    <w:rsid w:val="006F31E2"/>
    <w:rsid w:val="0070458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5F"/>
    <w:rsid w:val="00763BF1"/>
    <w:rsid w:val="00766FD4"/>
    <w:rsid w:val="0078168C"/>
    <w:rsid w:val="00787C2A"/>
    <w:rsid w:val="0079013D"/>
    <w:rsid w:val="00790E27"/>
    <w:rsid w:val="00791A42"/>
    <w:rsid w:val="0079232B"/>
    <w:rsid w:val="007A265C"/>
    <w:rsid w:val="007A4022"/>
    <w:rsid w:val="007A6E6E"/>
    <w:rsid w:val="007B61D1"/>
    <w:rsid w:val="007B7FDF"/>
    <w:rsid w:val="007C3299"/>
    <w:rsid w:val="007C3BCC"/>
    <w:rsid w:val="007C4546"/>
    <w:rsid w:val="007D6E56"/>
    <w:rsid w:val="007F4155"/>
    <w:rsid w:val="00812528"/>
    <w:rsid w:val="0081554D"/>
    <w:rsid w:val="0081707E"/>
    <w:rsid w:val="0082510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4317"/>
    <w:rsid w:val="008C5147"/>
    <w:rsid w:val="008C5359"/>
    <w:rsid w:val="008C5363"/>
    <w:rsid w:val="008C6332"/>
    <w:rsid w:val="008D0852"/>
    <w:rsid w:val="008D1F9B"/>
    <w:rsid w:val="008D3DFB"/>
    <w:rsid w:val="008E64F4"/>
    <w:rsid w:val="008F12C9"/>
    <w:rsid w:val="008F6E29"/>
    <w:rsid w:val="008F7935"/>
    <w:rsid w:val="00916188"/>
    <w:rsid w:val="00923D7D"/>
    <w:rsid w:val="0092608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34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843"/>
    <w:rsid w:val="00A8027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78F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22F"/>
    <w:rsid w:val="00BB520A"/>
    <w:rsid w:val="00BB5B6A"/>
    <w:rsid w:val="00BD3869"/>
    <w:rsid w:val="00BD66E9"/>
    <w:rsid w:val="00BD6FF4"/>
    <w:rsid w:val="00BD75C8"/>
    <w:rsid w:val="00BF1C6A"/>
    <w:rsid w:val="00BF2C41"/>
    <w:rsid w:val="00C058B4"/>
    <w:rsid w:val="00C05F44"/>
    <w:rsid w:val="00C131B5"/>
    <w:rsid w:val="00C16ABF"/>
    <w:rsid w:val="00C170AE"/>
    <w:rsid w:val="00C21C86"/>
    <w:rsid w:val="00C23D84"/>
    <w:rsid w:val="00C26CB7"/>
    <w:rsid w:val="00C324C1"/>
    <w:rsid w:val="00C3389D"/>
    <w:rsid w:val="00C36992"/>
    <w:rsid w:val="00C56036"/>
    <w:rsid w:val="00C576DE"/>
    <w:rsid w:val="00C61DC5"/>
    <w:rsid w:val="00C67E92"/>
    <w:rsid w:val="00C70A26"/>
    <w:rsid w:val="00C7390D"/>
    <w:rsid w:val="00C766DF"/>
    <w:rsid w:val="00C94B98"/>
    <w:rsid w:val="00CA2B96"/>
    <w:rsid w:val="00CA5089"/>
    <w:rsid w:val="00CD6897"/>
    <w:rsid w:val="00CE5BAC"/>
    <w:rsid w:val="00CF01D6"/>
    <w:rsid w:val="00CF25BE"/>
    <w:rsid w:val="00CF78ED"/>
    <w:rsid w:val="00D02B25"/>
    <w:rsid w:val="00D02EBA"/>
    <w:rsid w:val="00D02F5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F8A"/>
    <w:rsid w:val="00D8678B"/>
    <w:rsid w:val="00DA2114"/>
    <w:rsid w:val="00DD1904"/>
    <w:rsid w:val="00DE09C0"/>
    <w:rsid w:val="00DE4A14"/>
    <w:rsid w:val="00DF320D"/>
    <w:rsid w:val="00DF71C8"/>
    <w:rsid w:val="00E01D94"/>
    <w:rsid w:val="00E01E37"/>
    <w:rsid w:val="00E129B8"/>
    <w:rsid w:val="00E21E7D"/>
    <w:rsid w:val="00E22FBC"/>
    <w:rsid w:val="00E24BF5"/>
    <w:rsid w:val="00E25338"/>
    <w:rsid w:val="00E25A25"/>
    <w:rsid w:val="00E51E44"/>
    <w:rsid w:val="00E563F0"/>
    <w:rsid w:val="00E63348"/>
    <w:rsid w:val="00E742AA"/>
    <w:rsid w:val="00E77E88"/>
    <w:rsid w:val="00E8107D"/>
    <w:rsid w:val="00E90626"/>
    <w:rsid w:val="00E960BB"/>
    <w:rsid w:val="00EA2074"/>
    <w:rsid w:val="00EA4832"/>
    <w:rsid w:val="00EA4E9D"/>
    <w:rsid w:val="00EC4899"/>
    <w:rsid w:val="00ED03AB"/>
    <w:rsid w:val="00ED32D2"/>
    <w:rsid w:val="00ED49EE"/>
    <w:rsid w:val="00EE32DE"/>
    <w:rsid w:val="00EE5457"/>
    <w:rsid w:val="00F05643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40C3"/>
    <w:rsid w:val="00FB7DBA"/>
    <w:rsid w:val="00FC1C25"/>
    <w:rsid w:val="00FC3F45"/>
    <w:rsid w:val="00FD503F"/>
    <w:rsid w:val="00FD555A"/>
    <w:rsid w:val="00FD7589"/>
    <w:rsid w:val="00FE542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922E"/>
  <w15:docId w15:val="{62450835-0629-447B-8FAE-9E139A4EA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2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url?sa=i&amp;rct=j&amp;q=&amp;esrc=s&amp;source=imgres&amp;cd=&amp;ved=2ahUKEwi95eaa367nAhUqNOwKHSd1ADwQjhx6BAgBEAI&amp;url=https%3A%2F%2Fharmonia.edu.pl%2Fpl%2Fp%2FNOWE-HISTORYJKI-SPOLECZNE-Ponad-150-historyjek%252C-ktore-ucza-umiejetnosci-spolecznych-dzieci-z-autyzmem%252C-zespolem-Aspergera-i-ich-rowiesnikow-z-plyta-CD%2F967&amp;psig=AOvVaw1NqK0ydniWwwP7XOaTtRT1&amp;ust=158059120108675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18BAE-2288-4011-9EF5-9F277C8C5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6</Pages>
  <Words>1763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27</cp:revision>
  <cp:lastPrinted>2019-02-06T12:12:00Z</cp:lastPrinted>
  <dcterms:created xsi:type="dcterms:W3CDTF">2020-02-03T08:31:00Z</dcterms:created>
  <dcterms:modified xsi:type="dcterms:W3CDTF">2025-01-31T13:12:00Z</dcterms:modified>
</cp:coreProperties>
</file>